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49A06" w14:textId="77777777" w:rsidR="006E5D65" w:rsidRPr="008503C0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8503C0">
        <w:rPr>
          <w:rFonts w:ascii="Times New Roman" w:hAnsi="Times New Roman"/>
          <w:b/>
          <w:bCs/>
        </w:rPr>
        <w:t xml:space="preserve">   </w:t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D8678B" w:rsidRPr="008503C0">
        <w:rPr>
          <w:rFonts w:ascii="Times New Roman" w:hAnsi="Times New Roman"/>
          <w:bCs/>
          <w:i/>
        </w:rPr>
        <w:t xml:space="preserve">Załącznik nr </w:t>
      </w:r>
      <w:r w:rsidR="006F31E2" w:rsidRPr="008503C0">
        <w:rPr>
          <w:rFonts w:ascii="Times New Roman" w:hAnsi="Times New Roman"/>
          <w:bCs/>
          <w:i/>
        </w:rPr>
        <w:t>1.5</w:t>
      </w:r>
      <w:r w:rsidR="00D8678B" w:rsidRPr="008503C0">
        <w:rPr>
          <w:rFonts w:ascii="Times New Roman" w:hAnsi="Times New Roman"/>
          <w:bCs/>
          <w:i/>
        </w:rPr>
        <w:t xml:space="preserve"> do Zarządzenia</w:t>
      </w:r>
      <w:r w:rsidR="002A22BF" w:rsidRPr="008503C0">
        <w:rPr>
          <w:rFonts w:ascii="Times New Roman" w:hAnsi="Times New Roman"/>
          <w:bCs/>
          <w:i/>
        </w:rPr>
        <w:t xml:space="preserve"> Rektora UR </w:t>
      </w:r>
      <w:r w:rsidR="00CD6897" w:rsidRPr="008503C0">
        <w:rPr>
          <w:rFonts w:ascii="Times New Roman" w:hAnsi="Times New Roman"/>
          <w:bCs/>
          <w:i/>
        </w:rPr>
        <w:t xml:space="preserve"> nr </w:t>
      </w:r>
      <w:r w:rsidR="00F17567" w:rsidRPr="008503C0">
        <w:rPr>
          <w:rFonts w:ascii="Times New Roman" w:hAnsi="Times New Roman"/>
          <w:bCs/>
          <w:i/>
        </w:rPr>
        <w:t>12/2019</w:t>
      </w:r>
    </w:p>
    <w:p w14:paraId="2725BB50" w14:textId="77777777" w:rsidR="000E0AAC" w:rsidRPr="008503C0" w:rsidRDefault="0085747A" w:rsidP="00EE2A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8503C0">
        <w:rPr>
          <w:rFonts w:ascii="Times New Roman" w:hAnsi="Times New Roman"/>
          <w:b/>
          <w:smallCaps/>
          <w:sz w:val="24"/>
        </w:rPr>
        <w:t>SYLABUS</w:t>
      </w:r>
    </w:p>
    <w:p w14:paraId="6D8FAB86" w14:textId="2E2F2D0D" w:rsidR="0085747A" w:rsidRPr="008503C0" w:rsidRDefault="0071620A" w:rsidP="00EE2AAE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8503C0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8503C0">
        <w:rPr>
          <w:rFonts w:ascii="Times New Roman" w:hAnsi="Times New Roman"/>
          <w:b/>
          <w:smallCaps/>
          <w:sz w:val="24"/>
        </w:rPr>
        <w:t xml:space="preserve"> </w:t>
      </w:r>
      <w:r w:rsidR="003424FC">
        <w:rPr>
          <w:rFonts w:ascii="Times New Roman" w:hAnsi="Times New Roman"/>
          <w:i/>
          <w:smallCaps/>
          <w:sz w:val="24"/>
        </w:rPr>
        <w:t>2022-2027</w:t>
      </w:r>
    </w:p>
    <w:p w14:paraId="3BB42E1D" w14:textId="0979B08A" w:rsidR="0085747A" w:rsidRPr="008503C0" w:rsidRDefault="0085747A" w:rsidP="006B2DCB">
      <w:pPr>
        <w:spacing w:after="0" w:line="240" w:lineRule="exact"/>
        <w:ind w:left="2832"/>
        <w:jc w:val="center"/>
        <w:rPr>
          <w:rFonts w:ascii="Times New Roman" w:hAnsi="Times New Roman"/>
        </w:rPr>
      </w:pPr>
      <w:r w:rsidRPr="008503C0">
        <w:rPr>
          <w:rFonts w:ascii="Times New Roman" w:hAnsi="Times New Roman"/>
          <w:i/>
          <w:sz w:val="20"/>
        </w:rPr>
        <w:t>(skrajne daty</w:t>
      </w:r>
      <w:r w:rsidRPr="008503C0">
        <w:rPr>
          <w:rFonts w:ascii="Times New Roman" w:hAnsi="Times New Roman"/>
          <w:sz w:val="20"/>
        </w:rPr>
        <w:t>)</w:t>
      </w:r>
    </w:p>
    <w:p w14:paraId="0A59E0E3" w14:textId="6D2315AE" w:rsidR="00445970" w:rsidRPr="008503C0" w:rsidRDefault="00445970" w:rsidP="00EE2AAE">
      <w:pPr>
        <w:spacing w:after="0" w:line="240" w:lineRule="exact"/>
        <w:jc w:val="center"/>
        <w:rPr>
          <w:rFonts w:ascii="Times New Roman" w:hAnsi="Times New Roman"/>
        </w:rPr>
      </w:pPr>
      <w:r w:rsidRPr="008503C0">
        <w:rPr>
          <w:rFonts w:ascii="Times New Roman" w:hAnsi="Times New Roman"/>
        </w:rPr>
        <w:t xml:space="preserve">Rok akademicki </w:t>
      </w:r>
      <w:r w:rsidR="008503C0">
        <w:rPr>
          <w:rFonts w:ascii="Times New Roman" w:hAnsi="Times New Roman"/>
        </w:rPr>
        <w:t>202</w:t>
      </w:r>
      <w:r w:rsidR="00315692">
        <w:rPr>
          <w:rFonts w:ascii="Times New Roman" w:hAnsi="Times New Roman"/>
        </w:rPr>
        <w:t>6</w:t>
      </w:r>
      <w:r w:rsidR="003424FC">
        <w:rPr>
          <w:rFonts w:ascii="Times New Roman" w:hAnsi="Times New Roman"/>
        </w:rPr>
        <w:t>/2027</w:t>
      </w:r>
      <w:bookmarkStart w:id="0" w:name="_GoBack"/>
      <w:bookmarkEnd w:id="0"/>
    </w:p>
    <w:p w14:paraId="3515097B" w14:textId="77777777" w:rsidR="0085747A" w:rsidRPr="008503C0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03198330" w14:textId="77777777" w:rsidR="0085747A" w:rsidRPr="008503C0" w:rsidRDefault="0085747A" w:rsidP="006008CC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8503C0">
        <w:rPr>
          <w:sz w:val="22"/>
        </w:rPr>
        <w:t xml:space="preserve">Podstawowe </w:t>
      </w:r>
      <w:r w:rsidR="00445970" w:rsidRPr="008503C0">
        <w:rPr>
          <w:sz w:val="22"/>
        </w:rPr>
        <w:t>informacje o przedmiocie</w:t>
      </w:r>
    </w:p>
    <w:p w14:paraId="04CA7134" w14:textId="77777777" w:rsidR="006008CC" w:rsidRPr="008503C0" w:rsidRDefault="006008CC" w:rsidP="006008CC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03C0" w14:paraId="649FC675" w14:textId="77777777" w:rsidTr="00B819C8">
        <w:tc>
          <w:tcPr>
            <w:tcW w:w="2694" w:type="dxa"/>
            <w:vAlign w:val="center"/>
          </w:tcPr>
          <w:p w14:paraId="6565842C" w14:textId="77777777" w:rsidR="0085747A" w:rsidRPr="008503C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C8A3C" w14:textId="5549476A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8503C0">
              <w:rPr>
                <w:rFonts w:eastAsia="Cambria"/>
                <w:color w:val="auto"/>
                <w:sz w:val="22"/>
              </w:rPr>
              <w:t xml:space="preserve">Prawo </w:t>
            </w:r>
            <w:r w:rsidR="003F73CC">
              <w:rPr>
                <w:rFonts w:eastAsia="Cambria"/>
                <w:color w:val="auto"/>
                <w:sz w:val="22"/>
              </w:rPr>
              <w:t xml:space="preserve">wyborcze i </w:t>
            </w:r>
            <w:r w:rsidR="00FE2950">
              <w:rPr>
                <w:rFonts w:eastAsia="Cambria"/>
                <w:color w:val="auto"/>
                <w:sz w:val="22"/>
              </w:rPr>
              <w:t>referendalne</w:t>
            </w:r>
          </w:p>
        </w:tc>
      </w:tr>
      <w:tr w:rsidR="0085747A" w:rsidRPr="008503C0" w14:paraId="6485F197" w14:textId="77777777" w:rsidTr="00B819C8">
        <w:tc>
          <w:tcPr>
            <w:tcW w:w="2694" w:type="dxa"/>
            <w:vAlign w:val="center"/>
          </w:tcPr>
          <w:p w14:paraId="608D6C38" w14:textId="77777777" w:rsidR="0085747A" w:rsidRPr="008503C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Kod przedmiotu</w:t>
            </w:r>
            <w:r w:rsidR="0085747A" w:rsidRPr="008503C0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C7D7889" w14:textId="358431D5" w:rsidR="0085747A" w:rsidRPr="008503C0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</w:p>
        </w:tc>
      </w:tr>
      <w:tr w:rsidR="0085747A" w:rsidRPr="008503C0" w14:paraId="227B75F4" w14:textId="77777777" w:rsidTr="00B819C8">
        <w:tc>
          <w:tcPr>
            <w:tcW w:w="2694" w:type="dxa"/>
            <w:vAlign w:val="center"/>
          </w:tcPr>
          <w:p w14:paraId="01921530" w14:textId="77777777" w:rsidR="0085747A" w:rsidRPr="008503C0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nazwa</w:t>
            </w:r>
            <w:r w:rsidR="00C05F44" w:rsidRPr="008503C0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43720E" w14:textId="77777777" w:rsidR="0085747A" w:rsidRPr="008503C0" w:rsidRDefault="00954EF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>Kolegium Nauk Społecznych</w:t>
            </w:r>
          </w:p>
        </w:tc>
      </w:tr>
      <w:tr w:rsidR="0085747A" w:rsidRPr="008503C0" w14:paraId="4C2C2139" w14:textId="77777777" w:rsidTr="00B819C8">
        <w:tc>
          <w:tcPr>
            <w:tcW w:w="2694" w:type="dxa"/>
            <w:vAlign w:val="center"/>
          </w:tcPr>
          <w:p w14:paraId="7568E209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B46FA6" w14:textId="77777777" w:rsidR="0085747A" w:rsidRPr="008503C0" w:rsidRDefault="00E1370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>Zakład</w:t>
            </w:r>
            <w:r w:rsidR="000E0AAC" w:rsidRPr="008503C0">
              <w:rPr>
                <w:b w:val="0"/>
                <w:sz w:val="22"/>
              </w:rPr>
              <w:t xml:space="preserve"> Prawa Konstytucyjnego i Praw Człowieka</w:t>
            </w:r>
            <w:r w:rsidR="00954EFF" w:rsidRPr="008503C0">
              <w:rPr>
                <w:b w:val="0"/>
                <w:sz w:val="22"/>
              </w:rPr>
              <w:t xml:space="preserve"> Instytutu Nauk Prawnych</w:t>
            </w:r>
          </w:p>
        </w:tc>
      </w:tr>
      <w:tr w:rsidR="0085747A" w:rsidRPr="008503C0" w14:paraId="42B15BAA" w14:textId="77777777" w:rsidTr="00B819C8">
        <w:tc>
          <w:tcPr>
            <w:tcW w:w="2694" w:type="dxa"/>
            <w:vAlign w:val="center"/>
          </w:tcPr>
          <w:p w14:paraId="54037374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710AA0" w14:textId="77777777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8503C0" w14:paraId="10C08A42" w14:textId="77777777" w:rsidTr="00B819C8">
        <w:tc>
          <w:tcPr>
            <w:tcW w:w="2694" w:type="dxa"/>
            <w:vAlign w:val="center"/>
          </w:tcPr>
          <w:p w14:paraId="291663CC" w14:textId="77777777" w:rsidR="0085747A" w:rsidRPr="008503C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FF572F" w14:textId="77777777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8503C0" w14:paraId="3ADFC727" w14:textId="77777777" w:rsidTr="00B819C8">
        <w:tc>
          <w:tcPr>
            <w:tcW w:w="2694" w:type="dxa"/>
            <w:vAlign w:val="center"/>
          </w:tcPr>
          <w:p w14:paraId="4584B3D5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EF3D284" w14:textId="77777777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8503C0" w14:paraId="7C4F3B69" w14:textId="77777777" w:rsidTr="00B819C8">
        <w:tc>
          <w:tcPr>
            <w:tcW w:w="2694" w:type="dxa"/>
            <w:vAlign w:val="center"/>
          </w:tcPr>
          <w:p w14:paraId="35E7FBA9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E49BB" w14:textId="6C2A93A7" w:rsidR="0085747A" w:rsidRPr="008503C0" w:rsidRDefault="00EF5A3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0E0AAC" w:rsidRPr="008503C0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8503C0" w14:paraId="051FB349" w14:textId="77777777" w:rsidTr="00B819C8">
        <w:tc>
          <w:tcPr>
            <w:tcW w:w="2694" w:type="dxa"/>
            <w:vAlign w:val="center"/>
          </w:tcPr>
          <w:p w14:paraId="06A718FE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Rok i semestr</w:t>
            </w:r>
            <w:r w:rsidR="0030395F" w:rsidRPr="008503C0">
              <w:rPr>
                <w:sz w:val="22"/>
                <w:szCs w:val="22"/>
              </w:rPr>
              <w:t>/y</w:t>
            </w:r>
            <w:r w:rsidRPr="008503C0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7686D6" w14:textId="35A543AA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color w:val="auto"/>
                <w:sz w:val="22"/>
              </w:rPr>
              <w:t xml:space="preserve">Rok </w:t>
            </w:r>
            <w:r w:rsidR="00EE2AAE">
              <w:rPr>
                <w:b w:val="0"/>
                <w:sz w:val="22"/>
              </w:rPr>
              <w:t>V</w:t>
            </w:r>
            <w:r w:rsidRPr="008503C0">
              <w:rPr>
                <w:b w:val="0"/>
                <w:color w:val="auto"/>
                <w:sz w:val="22"/>
              </w:rPr>
              <w:t>, semestr I</w:t>
            </w:r>
            <w:r w:rsidR="00EE2AAE">
              <w:rPr>
                <w:b w:val="0"/>
                <w:color w:val="auto"/>
                <w:sz w:val="22"/>
              </w:rPr>
              <w:t>X</w:t>
            </w:r>
          </w:p>
        </w:tc>
      </w:tr>
      <w:tr w:rsidR="0085747A" w:rsidRPr="008503C0" w14:paraId="1CD61910" w14:textId="77777777" w:rsidTr="00B819C8">
        <w:tc>
          <w:tcPr>
            <w:tcW w:w="2694" w:type="dxa"/>
            <w:vAlign w:val="center"/>
          </w:tcPr>
          <w:p w14:paraId="2C2DAE72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8A045B" w14:textId="77777777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8503C0" w14:paraId="362EF6AB" w14:textId="77777777" w:rsidTr="00B819C8">
        <w:tc>
          <w:tcPr>
            <w:tcW w:w="2694" w:type="dxa"/>
            <w:vAlign w:val="center"/>
          </w:tcPr>
          <w:p w14:paraId="5C8C33FB" w14:textId="77777777" w:rsidR="00923D7D" w:rsidRPr="008503C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B314BB" w14:textId="16E9E2A8" w:rsidR="00923D7D" w:rsidRPr="008503C0" w:rsidRDefault="00400A2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>P</w:t>
            </w:r>
            <w:r w:rsidR="000E0AAC" w:rsidRPr="008503C0">
              <w:rPr>
                <w:b w:val="0"/>
                <w:sz w:val="22"/>
              </w:rPr>
              <w:t>olski</w:t>
            </w:r>
          </w:p>
        </w:tc>
      </w:tr>
      <w:tr w:rsidR="0085747A" w:rsidRPr="008503C0" w14:paraId="3BC90467" w14:textId="77777777" w:rsidTr="00B819C8">
        <w:tc>
          <w:tcPr>
            <w:tcW w:w="2694" w:type="dxa"/>
            <w:vAlign w:val="center"/>
          </w:tcPr>
          <w:p w14:paraId="42B9C275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5CF27" w14:textId="5B6FD775" w:rsidR="0085747A" w:rsidRPr="008503C0" w:rsidRDefault="00954EF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 xml:space="preserve">Dr </w:t>
            </w:r>
            <w:r w:rsidR="003F73CC">
              <w:rPr>
                <w:b w:val="0"/>
                <w:sz w:val="22"/>
              </w:rPr>
              <w:t>hab. Radosław Grabowski</w:t>
            </w:r>
            <w:r w:rsidR="00EE2AAE">
              <w:rPr>
                <w:b w:val="0"/>
                <w:sz w:val="22"/>
              </w:rPr>
              <w:t>, prof. UR</w:t>
            </w:r>
          </w:p>
        </w:tc>
      </w:tr>
      <w:tr w:rsidR="0085747A" w:rsidRPr="008503C0" w14:paraId="0F1D5D62" w14:textId="77777777" w:rsidTr="00B819C8">
        <w:tc>
          <w:tcPr>
            <w:tcW w:w="2694" w:type="dxa"/>
            <w:vAlign w:val="center"/>
          </w:tcPr>
          <w:p w14:paraId="29BAB95D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65E55F" w14:textId="6B6A8B3F" w:rsidR="0085747A" w:rsidRPr="008503C0" w:rsidRDefault="00695B2F" w:rsidP="00954EFF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>d</w:t>
            </w:r>
            <w:r w:rsidR="000E0AAC" w:rsidRPr="008503C0">
              <w:rPr>
                <w:b w:val="0"/>
                <w:sz w:val="22"/>
              </w:rPr>
              <w:t xml:space="preserve">r </w:t>
            </w:r>
            <w:r w:rsidR="007C1D52">
              <w:rPr>
                <w:b w:val="0"/>
                <w:sz w:val="22"/>
              </w:rPr>
              <w:t xml:space="preserve">Artur </w:t>
            </w:r>
            <w:proofErr w:type="spellStart"/>
            <w:r w:rsidR="007C1D52">
              <w:rPr>
                <w:b w:val="0"/>
                <w:sz w:val="22"/>
              </w:rPr>
              <w:t>Trubalski</w:t>
            </w:r>
            <w:proofErr w:type="spellEnd"/>
          </w:p>
        </w:tc>
      </w:tr>
    </w:tbl>
    <w:p w14:paraId="7494336B" w14:textId="77777777" w:rsidR="00923D7D" w:rsidRPr="008503C0" w:rsidRDefault="0085747A" w:rsidP="00AC7F18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8503C0">
        <w:rPr>
          <w:szCs w:val="22"/>
        </w:rPr>
        <w:t xml:space="preserve">* </w:t>
      </w:r>
      <w:r w:rsidRPr="008503C0">
        <w:rPr>
          <w:i/>
          <w:szCs w:val="22"/>
        </w:rPr>
        <w:t>-</w:t>
      </w:r>
      <w:r w:rsidR="00B90885" w:rsidRPr="008503C0">
        <w:rPr>
          <w:b w:val="0"/>
          <w:i/>
          <w:szCs w:val="22"/>
        </w:rPr>
        <w:t>opcjonalni</w:t>
      </w:r>
      <w:r w:rsidR="00B90885" w:rsidRPr="008503C0">
        <w:rPr>
          <w:b w:val="0"/>
          <w:szCs w:val="22"/>
        </w:rPr>
        <w:t>e,</w:t>
      </w:r>
      <w:r w:rsidRPr="008503C0">
        <w:rPr>
          <w:i/>
          <w:szCs w:val="22"/>
        </w:rPr>
        <w:t xml:space="preserve"> </w:t>
      </w:r>
      <w:r w:rsidRPr="008503C0">
        <w:rPr>
          <w:b w:val="0"/>
          <w:i/>
          <w:szCs w:val="22"/>
        </w:rPr>
        <w:t xml:space="preserve">zgodnie z ustaleniami </w:t>
      </w:r>
      <w:r w:rsidR="00B90885" w:rsidRPr="008503C0">
        <w:rPr>
          <w:b w:val="0"/>
          <w:i/>
          <w:szCs w:val="22"/>
        </w:rPr>
        <w:t>w Jednostce</w:t>
      </w:r>
    </w:p>
    <w:p w14:paraId="74858043" w14:textId="77777777" w:rsidR="0085747A" w:rsidRPr="008503C0" w:rsidRDefault="0085747A" w:rsidP="009C54AE">
      <w:pPr>
        <w:pStyle w:val="Podpunkty"/>
        <w:ind w:left="284"/>
        <w:rPr>
          <w:szCs w:val="22"/>
        </w:rPr>
      </w:pPr>
      <w:r w:rsidRPr="008503C0">
        <w:rPr>
          <w:szCs w:val="22"/>
        </w:rPr>
        <w:t>1.</w:t>
      </w:r>
      <w:r w:rsidR="00E22FBC" w:rsidRPr="008503C0">
        <w:rPr>
          <w:szCs w:val="22"/>
        </w:rPr>
        <w:t>1</w:t>
      </w:r>
      <w:r w:rsidRPr="008503C0">
        <w:rPr>
          <w:szCs w:val="22"/>
        </w:rPr>
        <w:t xml:space="preserve">.Formy zajęć dydaktycznych, wymiar godzin i punktów ECTS </w:t>
      </w:r>
    </w:p>
    <w:p w14:paraId="409675DD" w14:textId="77777777" w:rsidR="00923D7D" w:rsidRPr="008503C0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8503C0" w14:paraId="2767CD23" w14:textId="77777777" w:rsidTr="008503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6BEF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Semestr</w:t>
            </w:r>
          </w:p>
          <w:p w14:paraId="611DA90E" w14:textId="77777777" w:rsidR="00015B8F" w:rsidRPr="008503C0" w:rsidRDefault="002B5EA0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(</w:t>
            </w:r>
            <w:r w:rsidR="00363F78" w:rsidRPr="008503C0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7A3E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503C0">
              <w:rPr>
                <w:sz w:val="22"/>
              </w:rPr>
              <w:t>Wykł</w:t>
            </w:r>
            <w:proofErr w:type="spellEnd"/>
            <w:r w:rsidRPr="008503C0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589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00E2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503C0">
              <w:rPr>
                <w:sz w:val="22"/>
              </w:rPr>
              <w:t>Konw</w:t>
            </w:r>
            <w:proofErr w:type="spellEnd"/>
            <w:r w:rsidRPr="008503C0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9819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C130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503C0">
              <w:rPr>
                <w:sz w:val="22"/>
              </w:rPr>
              <w:t>Sem</w:t>
            </w:r>
            <w:proofErr w:type="spellEnd"/>
            <w:r w:rsidRPr="008503C0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1A9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F52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503C0">
              <w:rPr>
                <w:sz w:val="22"/>
              </w:rPr>
              <w:t>Prakt</w:t>
            </w:r>
            <w:proofErr w:type="spellEnd"/>
            <w:r w:rsidRPr="008503C0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E5A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27E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8503C0">
              <w:rPr>
                <w:b/>
                <w:sz w:val="22"/>
              </w:rPr>
              <w:t>Liczba pkt</w:t>
            </w:r>
            <w:r w:rsidR="00B90885" w:rsidRPr="008503C0">
              <w:rPr>
                <w:b/>
                <w:sz w:val="22"/>
              </w:rPr>
              <w:t>.</w:t>
            </w:r>
            <w:r w:rsidRPr="008503C0">
              <w:rPr>
                <w:b/>
                <w:sz w:val="22"/>
              </w:rPr>
              <w:t xml:space="preserve"> ECTS</w:t>
            </w:r>
          </w:p>
        </w:tc>
      </w:tr>
      <w:tr w:rsidR="00015B8F" w:rsidRPr="008503C0" w14:paraId="79DC273E" w14:textId="77777777" w:rsidTr="008503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8EDB" w14:textId="78B263ED" w:rsidR="00015B8F" w:rsidRPr="008503C0" w:rsidRDefault="00EE2AAE" w:rsidP="00EE2A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4AEA" w14:textId="0463B648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C74D" w14:textId="00EC4D72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BC12" w14:textId="46C70B55" w:rsidR="00015B8F" w:rsidRPr="008503C0" w:rsidRDefault="00EE2AAE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C58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94E8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796C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08DD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DF3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A10B" w14:textId="02185A80" w:rsidR="00015B8F" w:rsidRPr="008503C0" w:rsidRDefault="00EE2AAE" w:rsidP="008503C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</w:tbl>
    <w:p w14:paraId="0DDA664B" w14:textId="77777777" w:rsidR="00923D7D" w:rsidRPr="008503C0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0E930CF6" w14:textId="77777777" w:rsidR="00923D7D" w:rsidRPr="008503C0" w:rsidRDefault="00923D7D" w:rsidP="009C54AE">
      <w:pPr>
        <w:pStyle w:val="Podpunkty"/>
        <w:rPr>
          <w:b w:val="0"/>
          <w:szCs w:val="22"/>
          <w:lang w:eastAsia="en-US"/>
        </w:rPr>
      </w:pPr>
    </w:p>
    <w:p w14:paraId="3A64F84F" w14:textId="77777777" w:rsidR="0085747A" w:rsidRPr="008503C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8503C0">
        <w:rPr>
          <w:smallCaps w:val="0"/>
          <w:sz w:val="22"/>
        </w:rPr>
        <w:t>1.</w:t>
      </w:r>
      <w:r w:rsidR="00E22FBC" w:rsidRPr="008503C0">
        <w:rPr>
          <w:smallCaps w:val="0"/>
          <w:sz w:val="22"/>
        </w:rPr>
        <w:t>2</w:t>
      </w:r>
      <w:r w:rsidR="00F83B28" w:rsidRPr="008503C0">
        <w:rPr>
          <w:smallCaps w:val="0"/>
          <w:sz w:val="22"/>
        </w:rPr>
        <w:t>.</w:t>
      </w:r>
      <w:r w:rsidR="00F83B28" w:rsidRPr="008503C0">
        <w:rPr>
          <w:smallCaps w:val="0"/>
          <w:sz w:val="22"/>
        </w:rPr>
        <w:tab/>
      </w:r>
      <w:r w:rsidRPr="008503C0">
        <w:rPr>
          <w:smallCaps w:val="0"/>
          <w:sz w:val="22"/>
        </w:rPr>
        <w:t xml:space="preserve">Sposób realizacji zajęć  </w:t>
      </w:r>
    </w:p>
    <w:p w14:paraId="4E96B85A" w14:textId="77777777" w:rsidR="008503C0" w:rsidRDefault="008503C0" w:rsidP="00F83B28">
      <w:pPr>
        <w:pStyle w:val="Punktygwne"/>
        <w:spacing w:before="0" w:after="0"/>
        <w:ind w:left="709"/>
        <w:rPr>
          <w:rFonts w:eastAsia="MS Gothic"/>
          <w:b w:val="0"/>
          <w:sz w:val="22"/>
        </w:rPr>
      </w:pPr>
    </w:p>
    <w:p w14:paraId="072B43BE" w14:textId="3C5FE96E" w:rsidR="0085747A" w:rsidRPr="008503C0" w:rsidRDefault="00CD0574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X</w:t>
      </w:r>
      <w:r w:rsidR="0085747A" w:rsidRPr="008503C0">
        <w:rPr>
          <w:b w:val="0"/>
          <w:smallCaps w:val="0"/>
          <w:sz w:val="22"/>
        </w:rPr>
        <w:t xml:space="preserve"> </w:t>
      </w:r>
      <w:r w:rsidR="008503C0">
        <w:rPr>
          <w:b w:val="0"/>
          <w:smallCaps w:val="0"/>
          <w:sz w:val="22"/>
        </w:rPr>
        <w:t xml:space="preserve"> </w:t>
      </w:r>
      <w:r>
        <w:rPr>
          <w:b w:val="0"/>
          <w:smallCaps w:val="0"/>
          <w:sz w:val="22"/>
        </w:rPr>
        <w:t xml:space="preserve"> </w:t>
      </w:r>
      <w:r w:rsidR="0085747A" w:rsidRPr="008503C0">
        <w:rPr>
          <w:b w:val="0"/>
          <w:smallCaps w:val="0"/>
          <w:sz w:val="22"/>
        </w:rPr>
        <w:t xml:space="preserve">zajęcia w formie tradycyjnej </w:t>
      </w:r>
    </w:p>
    <w:p w14:paraId="21D28AD8" w14:textId="17B3A1FD" w:rsidR="0085747A" w:rsidRPr="008503C0" w:rsidRDefault="00CD0574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D0574">
        <w:rPr>
          <w:rFonts w:eastAsia="MS Mincho"/>
          <w:b w:val="0"/>
          <w:sz w:val="22"/>
        </w:rPr>
        <w:t>X</w:t>
      </w:r>
      <w:r>
        <w:rPr>
          <w:rFonts w:ascii="Segoe UI Symbol" w:eastAsia="MS Mincho" w:hAnsi="Segoe UI Symbol" w:cs="Segoe UI Symbol"/>
          <w:b w:val="0"/>
          <w:sz w:val="22"/>
        </w:rPr>
        <w:t xml:space="preserve">   </w:t>
      </w:r>
      <w:r w:rsidR="0085747A" w:rsidRPr="008503C0">
        <w:rPr>
          <w:b w:val="0"/>
          <w:smallCaps w:val="0"/>
          <w:sz w:val="22"/>
        </w:rPr>
        <w:t>zajęcia realizowane z wykorzystaniem metod i technik kształcenia na odległość</w:t>
      </w:r>
    </w:p>
    <w:p w14:paraId="25254A80" w14:textId="77777777" w:rsidR="0085747A" w:rsidRPr="008503C0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22A7D5A9" w14:textId="77777777" w:rsidR="00E22FBC" w:rsidRPr="008503C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1.3 </w:t>
      </w:r>
      <w:r w:rsidR="00F83B28" w:rsidRPr="008503C0">
        <w:rPr>
          <w:smallCaps w:val="0"/>
          <w:sz w:val="22"/>
        </w:rPr>
        <w:tab/>
      </w:r>
      <w:r w:rsidRPr="008503C0">
        <w:rPr>
          <w:smallCaps w:val="0"/>
          <w:sz w:val="22"/>
        </w:rPr>
        <w:t>For</w:t>
      </w:r>
      <w:r w:rsidR="00445970" w:rsidRPr="008503C0">
        <w:rPr>
          <w:smallCaps w:val="0"/>
          <w:sz w:val="22"/>
        </w:rPr>
        <w:t xml:space="preserve">ma zaliczenia przedmiotu </w:t>
      </w:r>
      <w:r w:rsidRPr="008503C0">
        <w:rPr>
          <w:smallCaps w:val="0"/>
          <w:sz w:val="22"/>
        </w:rPr>
        <w:t xml:space="preserve"> (z toku) </w:t>
      </w:r>
      <w:r w:rsidRPr="008503C0">
        <w:rPr>
          <w:b w:val="0"/>
          <w:smallCaps w:val="0"/>
          <w:sz w:val="22"/>
        </w:rPr>
        <w:t>(egzamin, zaliczenie z oceną, zaliczenie bez oceny)</w:t>
      </w:r>
    </w:p>
    <w:p w14:paraId="29AC9C5C" w14:textId="3AB7F302" w:rsidR="009C54AE" w:rsidRPr="008503C0" w:rsidRDefault="000E0AAC" w:rsidP="00EE2AAE">
      <w:pPr>
        <w:pStyle w:val="Punktygwne"/>
        <w:spacing w:after="0" w:line="276" w:lineRule="auto"/>
        <w:rPr>
          <w:b w:val="0"/>
          <w:sz w:val="22"/>
        </w:rPr>
      </w:pPr>
      <w:r w:rsidRPr="008503C0">
        <w:rPr>
          <w:b w:val="0"/>
          <w:sz w:val="22"/>
        </w:rPr>
        <w:tab/>
      </w:r>
      <w:r w:rsidR="00A516FE">
        <w:rPr>
          <w:rFonts w:ascii="Corbel" w:hAnsi="Corbel"/>
          <w:color w:val="000000"/>
        </w:rPr>
        <w:t>zaliczenie na ocenę</w:t>
      </w:r>
    </w:p>
    <w:p w14:paraId="5DF74F56" w14:textId="77777777" w:rsidR="000E0AAC" w:rsidRPr="008503C0" w:rsidRDefault="000E0AAC" w:rsidP="009C54AE">
      <w:pPr>
        <w:pStyle w:val="Punktygwne"/>
        <w:spacing w:before="0" w:after="0"/>
        <w:rPr>
          <w:b w:val="0"/>
          <w:sz w:val="22"/>
        </w:rPr>
      </w:pPr>
    </w:p>
    <w:p w14:paraId="73AB6EE1" w14:textId="77777777" w:rsidR="00E960BB" w:rsidRDefault="0085747A" w:rsidP="009C54AE">
      <w:pPr>
        <w:pStyle w:val="Punktygwne"/>
        <w:spacing w:before="0" w:after="0"/>
        <w:rPr>
          <w:sz w:val="22"/>
        </w:rPr>
      </w:pPr>
      <w:r w:rsidRPr="008503C0">
        <w:rPr>
          <w:sz w:val="22"/>
        </w:rPr>
        <w:t xml:space="preserve">2.Wymagania wstępne </w:t>
      </w:r>
    </w:p>
    <w:p w14:paraId="12C9A960" w14:textId="77777777" w:rsidR="008503C0" w:rsidRPr="008503C0" w:rsidRDefault="008503C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03C0" w14:paraId="30A69082" w14:textId="77777777" w:rsidTr="00745302">
        <w:tc>
          <w:tcPr>
            <w:tcW w:w="9670" w:type="dxa"/>
          </w:tcPr>
          <w:p w14:paraId="5D737043" w14:textId="77777777" w:rsidR="0085747A" w:rsidRPr="008503C0" w:rsidRDefault="000E0AA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8503C0">
              <w:rPr>
                <w:rFonts w:eastAsia="Cambria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0102A0B9" w14:textId="77777777" w:rsidR="00153C41" w:rsidRPr="008503C0" w:rsidRDefault="00153C41" w:rsidP="009C54AE">
      <w:pPr>
        <w:pStyle w:val="Punktygwne"/>
        <w:spacing w:before="0" w:after="0"/>
        <w:rPr>
          <w:sz w:val="22"/>
        </w:rPr>
      </w:pPr>
    </w:p>
    <w:p w14:paraId="5CDC9659" w14:textId="77777777" w:rsidR="0085747A" w:rsidRPr="008503C0" w:rsidRDefault="008503C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8503C0">
        <w:rPr>
          <w:sz w:val="22"/>
        </w:rPr>
        <w:lastRenderedPageBreak/>
        <w:t>3.</w:t>
      </w:r>
      <w:r w:rsidR="0085747A" w:rsidRPr="008503C0">
        <w:rPr>
          <w:sz w:val="22"/>
        </w:rPr>
        <w:t xml:space="preserve"> </w:t>
      </w:r>
      <w:r w:rsidR="00A84C85" w:rsidRPr="008503C0">
        <w:rPr>
          <w:sz w:val="22"/>
        </w:rPr>
        <w:t>cele, efekty uczenia się</w:t>
      </w:r>
      <w:r w:rsidR="0085747A" w:rsidRPr="008503C0">
        <w:rPr>
          <w:sz w:val="22"/>
        </w:rPr>
        <w:t xml:space="preserve"> , treści Programowe i stosowane metody Dydaktyczne</w:t>
      </w:r>
    </w:p>
    <w:p w14:paraId="1580B691" w14:textId="77777777" w:rsidR="0085747A" w:rsidRPr="008503C0" w:rsidRDefault="0085747A" w:rsidP="009C54AE">
      <w:pPr>
        <w:pStyle w:val="Punktygwne"/>
        <w:spacing w:before="0" w:after="0"/>
        <w:rPr>
          <w:sz w:val="22"/>
        </w:rPr>
      </w:pPr>
    </w:p>
    <w:p w14:paraId="05E89CA4" w14:textId="77777777" w:rsidR="0085747A" w:rsidRPr="008503C0" w:rsidRDefault="0071620A" w:rsidP="009C54AE">
      <w:pPr>
        <w:pStyle w:val="Podpunkty"/>
        <w:rPr>
          <w:szCs w:val="22"/>
        </w:rPr>
      </w:pPr>
      <w:r w:rsidRPr="008503C0">
        <w:rPr>
          <w:szCs w:val="22"/>
        </w:rPr>
        <w:t xml:space="preserve">3.1 </w:t>
      </w:r>
      <w:r w:rsidR="00C05F44" w:rsidRPr="008503C0">
        <w:rPr>
          <w:szCs w:val="22"/>
        </w:rPr>
        <w:t>Cele przedmiotu</w:t>
      </w:r>
    </w:p>
    <w:p w14:paraId="47CDE963" w14:textId="77777777" w:rsidR="00F83B28" w:rsidRPr="008503C0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503C0" w14:paraId="762B80B7" w14:textId="77777777" w:rsidTr="00923D7D">
        <w:tc>
          <w:tcPr>
            <w:tcW w:w="851" w:type="dxa"/>
            <w:vAlign w:val="center"/>
          </w:tcPr>
          <w:p w14:paraId="417F6271" w14:textId="77777777" w:rsidR="0085747A" w:rsidRPr="008503C0" w:rsidRDefault="0085747A" w:rsidP="00A56EDB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8503C0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F05CF8" w14:textId="45AF935F" w:rsidR="0085747A" w:rsidRPr="008503C0" w:rsidRDefault="000E0AAC" w:rsidP="00A56EDB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Celem przedmiotu jest zapoznanie studentów z procesem 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>wyborczym oraz referendalnym.</w:t>
            </w: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 Student przyswaja wiedzę obejmującą przepisy prawa krajowego regulującego materię 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>związaną z przeprowadzeniem wyborów oraz referendów</w:t>
            </w: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. W efekcie uczestnik zajęć potrafi zdefiniować i wyjaśnić pojęcie 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>prawa wyborczego oraz prawa referendalnego.</w:t>
            </w: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 Umie rozróżnić i porównać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 xml:space="preserve"> różne tryby przeprowadzania wyborów oraz referendów.</w:t>
            </w:r>
          </w:p>
        </w:tc>
      </w:tr>
    </w:tbl>
    <w:p w14:paraId="7DF5D886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5B808A2F" w14:textId="0D708392" w:rsidR="001D7B54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8503C0">
        <w:rPr>
          <w:rFonts w:ascii="Times New Roman" w:hAnsi="Times New Roman"/>
          <w:b/>
        </w:rPr>
        <w:t xml:space="preserve">3.2 </w:t>
      </w:r>
      <w:r w:rsidR="001D7B54" w:rsidRPr="008503C0">
        <w:rPr>
          <w:rFonts w:ascii="Times New Roman" w:hAnsi="Times New Roman"/>
          <w:b/>
        </w:rPr>
        <w:t xml:space="preserve">Efekty </w:t>
      </w:r>
      <w:r w:rsidR="00C05F44" w:rsidRPr="008503C0">
        <w:rPr>
          <w:rFonts w:ascii="Times New Roman" w:hAnsi="Times New Roman"/>
          <w:b/>
        </w:rPr>
        <w:t xml:space="preserve">uczenia się </w:t>
      </w:r>
      <w:r w:rsidR="001D7B54" w:rsidRPr="008503C0">
        <w:rPr>
          <w:rFonts w:ascii="Times New Roman" w:hAnsi="Times New Roman"/>
          <w:b/>
        </w:rPr>
        <w:t>dla przedmiotu</w:t>
      </w:r>
      <w:r w:rsidR="00445970" w:rsidRPr="008503C0">
        <w:rPr>
          <w:rFonts w:ascii="Times New Roman" w:hAnsi="Times New Roman"/>
        </w:rPr>
        <w:t xml:space="preserve"> </w:t>
      </w:r>
    </w:p>
    <w:p w14:paraId="30742D50" w14:textId="73FB3585" w:rsidR="00A316E3" w:rsidRDefault="00A316E3" w:rsidP="009C54AE">
      <w:pPr>
        <w:spacing w:after="0" w:line="240" w:lineRule="auto"/>
        <w:ind w:left="426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1"/>
        <w:gridCol w:w="1862"/>
      </w:tblGrid>
      <w:tr w:rsidR="00A316E3" w:rsidRPr="009F54A3" w14:paraId="2358DC0C" w14:textId="77777777" w:rsidTr="00C605B8">
        <w:tc>
          <w:tcPr>
            <w:tcW w:w="1701" w:type="dxa"/>
            <w:vAlign w:val="center"/>
          </w:tcPr>
          <w:p w14:paraId="6764BA1E" w14:textId="77777777" w:rsidR="00A316E3" w:rsidRPr="009F54A3" w:rsidRDefault="00A316E3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smallCaps w:val="0"/>
                <w:sz w:val="22"/>
              </w:rPr>
              <w:t>EK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E450231" w14:textId="77777777" w:rsidR="00A316E3" w:rsidRPr="009F54A3" w:rsidRDefault="00A316E3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871DDDA" w14:textId="77777777" w:rsidR="00A316E3" w:rsidRPr="009F54A3" w:rsidRDefault="00A316E3" w:rsidP="00C605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9F54A3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A316E3" w:rsidRPr="009F54A3" w14:paraId="2BD7750D" w14:textId="77777777" w:rsidTr="00C605B8">
        <w:tc>
          <w:tcPr>
            <w:tcW w:w="1701" w:type="dxa"/>
          </w:tcPr>
          <w:p w14:paraId="22FE88C2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9D1507F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definiuje pojęcie prawa wyborczego oraz referendalnego</w:t>
            </w:r>
          </w:p>
        </w:tc>
        <w:tc>
          <w:tcPr>
            <w:tcW w:w="1873" w:type="dxa"/>
          </w:tcPr>
          <w:p w14:paraId="0E09DFB2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K_W03, K_W04, 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A316E3" w:rsidRPr="009F54A3" w14:paraId="3E81A41F" w14:textId="77777777" w:rsidTr="00C605B8">
        <w:tc>
          <w:tcPr>
            <w:tcW w:w="1701" w:type="dxa"/>
          </w:tcPr>
          <w:p w14:paraId="03B22ED8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5BBD402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wymienia i klasyfikuje tryby przeprowadzenia wyborów oraz referendów</w:t>
            </w:r>
          </w:p>
        </w:tc>
        <w:tc>
          <w:tcPr>
            <w:tcW w:w="1873" w:type="dxa"/>
          </w:tcPr>
          <w:p w14:paraId="71C12BC3" w14:textId="77777777" w:rsidR="00A316E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K_W02, </w:t>
            </w:r>
          </w:p>
          <w:p w14:paraId="1AB8CC48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A316E3" w:rsidRPr="009F54A3" w14:paraId="2228B19E" w14:textId="77777777" w:rsidTr="00C605B8">
        <w:tc>
          <w:tcPr>
            <w:tcW w:w="1701" w:type="dxa"/>
          </w:tcPr>
          <w:p w14:paraId="0E821B6C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062AFC3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rozróżnia pojęcia: wybory prezydenckie, wybory do Sejmu i Senatu, wybory samorządowe, referendum lokalne, referendum ogólnokrajowe.</w:t>
            </w:r>
          </w:p>
        </w:tc>
        <w:tc>
          <w:tcPr>
            <w:tcW w:w="1873" w:type="dxa"/>
          </w:tcPr>
          <w:p w14:paraId="54FDA827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A316E3" w:rsidRPr="009F54A3" w14:paraId="714CBF00" w14:textId="77777777" w:rsidTr="00C605B8">
        <w:tc>
          <w:tcPr>
            <w:tcW w:w="1701" w:type="dxa"/>
          </w:tcPr>
          <w:p w14:paraId="0E32BEE3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4BD1BEB1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odtwarza procedurę przeprowadzania wyborów oraz referendów </w:t>
            </w:r>
          </w:p>
        </w:tc>
        <w:tc>
          <w:tcPr>
            <w:tcW w:w="1873" w:type="dxa"/>
          </w:tcPr>
          <w:p w14:paraId="488D56EE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K_W02, K_W08</w:t>
            </w:r>
          </w:p>
        </w:tc>
      </w:tr>
      <w:tr w:rsidR="00A316E3" w:rsidRPr="009F54A3" w14:paraId="6333BA41" w14:textId="77777777" w:rsidTr="00C605B8">
        <w:tc>
          <w:tcPr>
            <w:tcW w:w="1701" w:type="dxa"/>
          </w:tcPr>
          <w:p w14:paraId="28485B56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7AE4C14A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opisuje kontrolę Sądu Najwyższego nad wyborami </w:t>
            </w:r>
          </w:p>
        </w:tc>
        <w:tc>
          <w:tcPr>
            <w:tcW w:w="1873" w:type="dxa"/>
          </w:tcPr>
          <w:p w14:paraId="34D825ED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</w:tc>
      </w:tr>
      <w:tr w:rsidR="00A316E3" w:rsidRPr="009F54A3" w14:paraId="267A9ECB" w14:textId="77777777" w:rsidTr="00C605B8">
        <w:tc>
          <w:tcPr>
            <w:tcW w:w="1701" w:type="dxa"/>
          </w:tcPr>
          <w:p w14:paraId="527D428D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2A6F0D7D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analizuje orzecznictwo sądów związane w problematyką wyborów oraz referendów</w:t>
            </w:r>
          </w:p>
        </w:tc>
        <w:tc>
          <w:tcPr>
            <w:tcW w:w="1873" w:type="dxa"/>
          </w:tcPr>
          <w:p w14:paraId="01654E54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</w:tc>
      </w:tr>
      <w:tr w:rsidR="00A316E3" w:rsidRPr="009F54A3" w14:paraId="64BC9750" w14:textId="77777777" w:rsidTr="00C605B8">
        <w:tc>
          <w:tcPr>
            <w:tcW w:w="1701" w:type="dxa"/>
          </w:tcPr>
          <w:p w14:paraId="492AA704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04561E8F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analizuje ze zrozumieniem orzecznictwo dotyczące zagadnienia prawa wyborczego oraz referendalnego</w:t>
            </w:r>
          </w:p>
        </w:tc>
        <w:tc>
          <w:tcPr>
            <w:tcW w:w="1873" w:type="dxa"/>
          </w:tcPr>
          <w:p w14:paraId="76DF0480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K_Uo8,  K_Uo7,</w:t>
            </w:r>
          </w:p>
        </w:tc>
      </w:tr>
      <w:tr w:rsidR="00A316E3" w:rsidRPr="009F54A3" w14:paraId="6817FFC4" w14:textId="77777777" w:rsidTr="00C605B8">
        <w:tc>
          <w:tcPr>
            <w:tcW w:w="1701" w:type="dxa"/>
          </w:tcPr>
          <w:p w14:paraId="3205B8CC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208F30B2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ocenia prawo wyborcze oraz referendalne</w:t>
            </w:r>
          </w:p>
        </w:tc>
        <w:tc>
          <w:tcPr>
            <w:tcW w:w="1873" w:type="dxa"/>
          </w:tcPr>
          <w:p w14:paraId="304BD430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K_U03, </w:t>
            </w:r>
            <w:r w:rsidRPr="009F54A3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A316E3" w:rsidRPr="009F54A3" w14:paraId="2275F319" w14:textId="77777777" w:rsidTr="00C605B8">
        <w:tc>
          <w:tcPr>
            <w:tcW w:w="1701" w:type="dxa"/>
          </w:tcPr>
          <w:p w14:paraId="7BBBE33B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72095740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>rozpoznaje przyczyny stwierdzenia ważności/nieważności wyborów/referendów</w:t>
            </w:r>
          </w:p>
        </w:tc>
        <w:tc>
          <w:tcPr>
            <w:tcW w:w="1873" w:type="dxa"/>
          </w:tcPr>
          <w:p w14:paraId="6B652629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K_W10</w:t>
            </w:r>
          </w:p>
        </w:tc>
      </w:tr>
      <w:tr w:rsidR="00A316E3" w:rsidRPr="009F54A3" w14:paraId="025B2551" w14:textId="77777777" w:rsidTr="00C605B8">
        <w:tc>
          <w:tcPr>
            <w:tcW w:w="1701" w:type="dxa"/>
          </w:tcPr>
          <w:p w14:paraId="21FBD7D5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5593C05F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analizuje przyczyny ważności/nieważności wyborów/referendów </w:t>
            </w:r>
          </w:p>
        </w:tc>
        <w:tc>
          <w:tcPr>
            <w:tcW w:w="1873" w:type="dxa"/>
          </w:tcPr>
          <w:p w14:paraId="2047ECFB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K_U08</w:t>
            </w:r>
          </w:p>
        </w:tc>
      </w:tr>
      <w:tr w:rsidR="00A316E3" w:rsidRPr="009F54A3" w14:paraId="788BC43C" w14:textId="77777777" w:rsidTr="00C605B8">
        <w:tc>
          <w:tcPr>
            <w:tcW w:w="1701" w:type="dxa"/>
          </w:tcPr>
          <w:p w14:paraId="7DB33684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5F3F5898" w14:textId="77777777" w:rsidR="00A316E3" w:rsidRPr="009F54A3" w:rsidRDefault="00A316E3" w:rsidP="00C60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>kwalifikuje przypadki i konsekwencje prawne naruszenia zasad prawa wyborczego i referendalnego</w:t>
            </w:r>
          </w:p>
        </w:tc>
        <w:tc>
          <w:tcPr>
            <w:tcW w:w="1873" w:type="dxa"/>
          </w:tcPr>
          <w:p w14:paraId="1C36ACB1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A316E3" w:rsidRPr="009F54A3" w14:paraId="726F8F44" w14:textId="77777777" w:rsidTr="00C605B8">
        <w:tc>
          <w:tcPr>
            <w:tcW w:w="1701" w:type="dxa"/>
          </w:tcPr>
          <w:p w14:paraId="24F42C02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46490618" w14:textId="77777777" w:rsidR="00A316E3" w:rsidRPr="009F54A3" w:rsidRDefault="00A316E3" w:rsidP="00C605B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9F54A3">
              <w:rPr>
                <w:rFonts w:ascii="Corbel" w:eastAsia="Cambria" w:hAnsi="Corbel"/>
              </w:rPr>
              <w:t xml:space="preserve">w podstawowym zakresie poddaje krytyce niespójne rozwiązania legislacyjne w przedmiocie prawa wyborczego i referendalnego </w:t>
            </w:r>
          </w:p>
        </w:tc>
        <w:tc>
          <w:tcPr>
            <w:tcW w:w="1873" w:type="dxa"/>
          </w:tcPr>
          <w:p w14:paraId="7A7B977D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A316E3" w:rsidRPr="009F54A3" w14:paraId="3527B7CE" w14:textId="77777777" w:rsidTr="00C605B8">
        <w:tc>
          <w:tcPr>
            <w:tcW w:w="1701" w:type="dxa"/>
          </w:tcPr>
          <w:p w14:paraId="3CD82375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14:paraId="4AD50DCE" w14:textId="77777777" w:rsidR="00A316E3" w:rsidRPr="009F54A3" w:rsidRDefault="00A316E3" w:rsidP="00C60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>zachowuje krytycyzm w ocenie rozwiązań legislacyjnych dotyczących prawa wyborczego i referendalnego</w:t>
            </w:r>
          </w:p>
        </w:tc>
        <w:tc>
          <w:tcPr>
            <w:tcW w:w="1873" w:type="dxa"/>
          </w:tcPr>
          <w:p w14:paraId="6A7F6A8E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A316E3" w:rsidRPr="009F54A3" w14:paraId="5F766A0D" w14:textId="77777777" w:rsidTr="00C605B8">
        <w:tc>
          <w:tcPr>
            <w:tcW w:w="1701" w:type="dxa"/>
          </w:tcPr>
          <w:p w14:paraId="4FC33B18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6" w:type="dxa"/>
          </w:tcPr>
          <w:p w14:paraId="0FBED8B8" w14:textId="77777777" w:rsidR="00A316E3" w:rsidRPr="009F54A3" w:rsidRDefault="00A316E3" w:rsidP="00C60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>zachowuje krytycyzm w ocenie orzeczeń sądowych dotyczących prawa wyborczego i referendalnego</w:t>
            </w:r>
            <w:r w:rsidRPr="009F54A3">
              <w:rPr>
                <w:rFonts w:ascii="Corbel" w:eastAsia="Cambria" w:hAnsi="Corbel"/>
              </w:rPr>
              <w:t xml:space="preserve"> </w:t>
            </w:r>
          </w:p>
        </w:tc>
        <w:tc>
          <w:tcPr>
            <w:tcW w:w="1873" w:type="dxa"/>
          </w:tcPr>
          <w:p w14:paraId="278CCBE2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A316E3" w:rsidRPr="009F54A3" w14:paraId="3475ACFC" w14:textId="77777777" w:rsidTr="00C605B8">
        <w:trPr>
          <w:trHeight w:val="397"/>
        </w:trPr>
        <w:tc>
          <w:tcPr>
            <w:tcW w:w="1701" w:type="dxa"/>
          </w:tcPr>
          <w:p w14:paraId="5CCF6377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F54A3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6" w:type="dxa"/>
          </w:tcPr>
          <w:p w14:paraId="1B27B7E8" w14:textId="77777777" w:rsidR="00A316E3" w:rsidRPr="009F54A3" w:rsidRDefault="00A316E3" w:rsidP="00C60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lang w:eastAsia="pl-PL"/>
              </w:rPr>
            </w:pPr>
            <w:r w:rsidRPr="009F54A3">
              <w:rPr>
                <w:rFonts w:ascii="Corbel" w:hAnsi="Corbel"/>
                <w:lang w:eastAsia="pl-PL"/>
              </w:rPr>
              <w:t>dyskutuje o wadach i zaletach prawa wyborczego i referendalnego</w:t>
            </w:r>
            <w:r w:rsidRPr="009F54A3">
              <w:rPr>
                <w:rFonts w:ascii="Corbel" w:eastAsia="Cambria" w:hAnsi="Corbel"/>
              </w:rPr>
              <w:t xml:space="preserve"> </w:t>
            </w:r>
          </w:p>
        </w:tc>
        <w:tc>
          <w:tcPr>
            <w:tcW w:w="1873" w:type="dxa"/>
          </w:tcPr>
          <w:p w14:paraId="5DC6F36E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A316E3" w:rsidRPr="009F54A3" w14:paraId="164584C4" w14:textId="77777777" w:rsidTr="00C605B8">
        <w:trPr>
          <w:trHeight w:val="397"/>
        </w:trPr>
        <w:tc>
          <w:tcPr>
            <w:tcW w:w="1701" w:type="dxa"/>
          </w:tcPr>
          <w:p w14:paraId="217A1A36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07257">
              <w:rPr>
                <w:rFonts w:ascii="Corbel" w:hAnsi="Corbel"/>
                <w:b w:val="0"/>
                <w:smallCaps w:val="0"/>
                <w:sz w:val="22"/>
              </w:rPr>
              <w:t>EK_1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14:paraId="644C5B36" w14:textId="77777777" w:rsidR="00A316E3" w:rsidRPr="009F54A3" w:rsidRDefault="00A316E3" w:rsidP="00C60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>p</w:t>
            </w:r>
            <w:r w:rsidRPr="00707257">
              <w:rPr>
                <w:rFonts w:ascii="Corbel" w:hAnsi="Corbel"/>
                <w:lang w:eastAsia="pl-PL"/>
              </w:rPr>
              <w:t>otrafi dokonać subsumcji określonego stanu faktycznego do normy lub norm prawnych</w:t>
            </w:r>
          </w:p>
        </w:tc>
        <w:tc>
          <w:tcPr>
            <w:tcW w:w="1873" w:type="dxa"/>
          </w:tcPr>
          <w:p w14:paraId="60541F66" w14:textId="77777777" w:rsidR="00A316E3" w:rsidRPr="009F54A3" w:rsidRDefault="00A316E3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</w:tbl>
    <w:p w14:paraId="074118E5" w14:textId="77777777" w:rsidR="00A316E3" w:rsidRPr="008503C0" w:rsidRDefault="00A316E3" w:rsidP="009C54AE">
      <w:pPr>
        <w:spacing w:after="0" w:line="240" w:lineRule="auto"/>
        <w:ind w:left="426"/>
        <w:rPr>
          <w:rFonts w:ascii="Times New Roman" w:hAnsi="Times New Roman"/>
        </w:rPr>
      </w:pPr>
    </w:p>
    <w:p w14:paraId="6D421080" w14:textId="77777777" w:rsidR="001D7B54" w:rsidRPr="008503C0" w:rsidRDefault="001D7B54" w:rsidP="009C54AE">
      <w:pPr>
        <w:spacing w:after="0" w:line="240" w:lineRule="auto"/>
        <w:rPr>
          <w:rFonts w:ascii="Times New Roman" w:hAnsi="Times New Roman"/>
        </w:rPr>
      </w:pPr>
    </w:p>
    <w:p w14:paraId="4512DD80" w14:textId="77777777" w:rsidR="008503C0" w:rsidRDefault="008503C0" w:rsidP="009C54AE">
      <w:pPr>
        <w:pStyle w:val="Punktygwne"/>
        <w:spacing w:before="0" w:after="0"/>
        <w:rPr>
          <w:b w:val="0"/>
          <w:sz w:val="22"/>
        </w:rPr>
      </w:pPr>
    </w:p>
    <w:p w14:paraId="7FC84FC4" w14:textId="77777777" w:rsidR="0085747A" w:rsidRPr="008503C0" w:rsidRDefault="008503C0" w:rsidP="009C54AE">
      <w:pPr>
        <w:pStyle w:val="Punktygwne"/>
        <w:spacing w:before="0" w:after="0"/>
        <w:rPr>
          <w:b w:val="0"/>
          <w:sz w:val="22"/>
        </w:rPr>
      </w:pPr>
      <w:r>
        <w:rPr>
          <w:b w:val="0"/>
          <w:sz w:val="22"/>
        </w:rPr>
        <w:br w:type="column"/>
      </w:r>
    </w:p>
    <w:p w14:paraId="42A901FF" w14:textId="77777777" w:rsidR="0085747A" w:rsidRPr="008503C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8503C0">
        <w:rPr>
          <w:rFonts w:ascii="Times New Roman" w:hAnsi="Times New Roman"/>
          <w:b/>
        </w:rPr>
        <w:t>3.3</w:t>
      </w:r>
      <w:r w:rsidR="001D7B54" w:rsidRPr="008503C0">
        <w:rPr>
          <w:rFonts w:ascii="Times New Roman" w:hAnsi="Times New Roman"/>
          <w:b/>
        </w:rPr>
        <w:t xml:space="preserve"> </w:t>
      </w:r>
      <w:r w:rsidR="0085747A" w:rsidRPr="008503C0">
        <w:rPr>
          <w:rFonts w:ascii="Times New Roman" w:hAnsi="Times New Roman"/>
          <w:b/>
        </w:rPr>
        <w:t>T</w:t>
      </w:r>
      <w:r w:rsidR="001D7B54" w:rsidRPr="008503C0">
        <w:rPr>
          <w:rFonts w:ascii="Times New Roman" w:hAnsi="Times New Roman"/>
          <w:b/>
        </w:rPr>
        <w:t xml:space="preserve">reści programowe </w:t>
      </w:r>
      <w:r w:rsidR="007327BD" w:rsidRPr="008503C0">
        <w:rPr>
          <w:rFonts w:ascii="Times New Roman" w:hAnsi="Times New Roman"/>
        </w:rPr>
        <w:t xml:space="preserve">  </w:t>
      </w:r>
    </w:p>
    <w:p w14:paraId="68BE6DC6" w14:textId="77777777" w:rsidR="0085747A" w:rsidRPr="008503C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8503C0">
        <w:rPr>
          <w:rFonts w:ascii="Times New Roman" w:hAnsi="Times New Roman"/>
        </w:rPr>
        <w:t xml:space="preserve">Problematyka wykładu </w:t>
      </w:r>
    </w:p>
    <w:p w14:paraId="6C863279" w14:textId="77777777" w:rsidR="00675843" w:rsidRPr="008503C0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0AAC" w:rsidRPr="008503C0" w14:paraId="282BEFDF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3B39" w14:textId="77777777" w:rsidR="000E0AAC" w:rsidRPr="008503C0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Treści merytoryczne</w:t>
            </w:r>
          </w:p>
        </w:tc>
      </w:tr>
      <w:tr w:rsidR="000E0AAC" w:rsidRPr="008503C0" w14:paraId="75E8561E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89"/>
              <w:gridCol w:w="1331"/>
            </w:tblGrid>
            <w:tr w:rsidR="000E0AAC" w:rsidRPr="008503C0" w14:paraId="15A693E0" w14:textId="77777777" w:rsidTr="00A516FE">
              <w:trPr>
                <w:trHeight w:val="477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389E02B9" w14:textId="5311CBD9" w:rsidR="000E0AAC" w:rsidRPr="008503C0" w:rsidRDefault="000E0AAC" w:rsidP="000E0AAC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 xml:space="preserve">Pojęcie i geneza </w:t>
                  </w:r>
                  <w:r w:rsidR="00400A2F">
                    <w:rPr>
                      <w:rFonts w:ascii="Times New Roman" w:hAnsi="Times New Roman"/>
                    </w:rPr>
                    <w:t>prawa wyborczego i referendalnego</w:t>
                  </w:r>
                  <w:r w:rsidRPr="008503C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20DB3C57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30C26E36" w14:textId="77777777" w:rsidTr="00A516FE">
              <w:trPr>
                <w:trHeight w:val="439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3283A9AE" w14:textId="347E0401" w:rsidR="000E0AAC" w:rsidRPr="008503C0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 xml:space="preserve">Klasyfikacja </w:t>
                  </w:r>
                  <w:r w:rsidR="00E7677E">
                    <w:rPr>
                      <w:rFonts w:ascii="Times New Roman" w:hAnsi="Times New Roman"/>
                    </w:rPr>
                    <w:t>prawa wyborczego i referendalnego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00113F9F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4A17BA00" w14:textId="77777777" w:rsidTr="00A516FE">
              <w:trPr>
                <w:trHeight w:val="416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2E0AD0FB" w14:textId="1645E78A" w:rsidR="000E0AAC" w:rsidRPr="008503C0" w:rsidRDefault="000E0AAC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 xml:space="preserve">Funkcje </w:t>
                  </w:r>
                  <w:r w:rsidR="00E7677E">
                    <w:rPr>
                      <w:rFonts w:ascii="Times New Roman" w:hAnsi="Times New Roman"/>
                    </w:rPr>
                    <w:t>prawa wyborczego</w:t>
                  </w:r>
                  <w:r w:rsidRPr="008503C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6FFFF99C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52BD4770" w14:textId="77777777" w:rsidTr="00A516FE">
              <w:trPr>
                <w:trHeight w:val="462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0B47743C" w14:textId="1DF3A021" w:rsidR="000E0AAC" w:rsidRPr="008503C0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Wybory do Sejmu i Senatu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4F42DA4B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518BF491" w14:textId="77777777" w:rsidTr="00A516FE">
              <w:trPr>
                <w:trHeight w:val="372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426A6582" w14:textId="70FCFBE0" w:rsidR="000E0AAC" w:rsidRPr="008503C0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Wybory prezydenckie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06C5138E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785687FE" w14:textId="77777777" w:rsidTr="00A516FE">
              <w:trPr>
                <w:trHeight w:val="548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0132518C" w14:textId="40CEFCFD" w:rsidR="000E0AAC" w:rsidRPr="008503C0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Wybory do Parlamentu Europejskiego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026F066F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5948D7AF" w14:textId="77777777" w:rsidTr="00A516FE">
              <w:trPr>
                <w:trHeight w:val="570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2AAC2567" w14:textId="14EC79CC" w:rsidR="000E0AAC" w:rsidRPr="008503C0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Wybory samorządowe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2923B0F8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79C79AD2" w14:textId="77777777" w:rsidTr="00A516FE">
              <w:trPr>
                <w:trHeight w:val="550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5A873A40" w14:textId="355440D9" w:rsidR="000E0AAC" w:rsidRPr="008503C0" w:rsidRDefault="00E7677E" w:rsidP="000E0AAC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Referendum ogólnokrajowe i lokalne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10D295C0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0E0AAC" w:rsidRPr="008503C0" w14:paraId="17C6D02D" w14:textId="77777777" w:rsidTr="00A516FE">
              <w:trPr>
                <w:trHeight w:val="241"/>
              </w:trPr>
              <w:tc>
                <w:tcPr>
                  <w:tcW w:w="7289" w:type="dxa"/>
                  <w:shd w:val="clear" w:color="auto" w:fill="auto"/>
                  <w:vAlign w:val="center"/>
                </w:tcPr>
                <w:p w14:paraId="798B73B4" w14:textId="77777777" w:rsidR="000E0AAC" w:rsidRPr="008503C0" w:rsidRDefault="000E0AAC" w:rsidP="00003A60">
                  <w:pPr>
                    <w:ind w:left="720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Suma godzin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14:paraId="75E2C5AF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15</w:t>
                  </w:r>
                </w:p>
              </w:tc>
            </w:tr>
          </w:tbl>
          <w:p w14:paraId="412CFCBB" w14:textId="77777777" w:rsidR="000E0AAC" w:rsidRPr="008503C0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</w:p>
        </w:tc>
      </w:tr>
    </w:tbl>
    <w:p w14:paraId="6D3CA1F9" w14:textId="77777777" w:rsidR="0085747A" w:rsidRPr="008503C0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4A1ECF02" w14:textId="77777777" w:rsidR="0085747A" w:rsidRPr="008503C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503C0">
        <w:rPr>
          <w:rFonts w:ascii="Times New Roman" w:hAnsi="Times New Roman"/>
        </w:rPr>
        <w:t>Problematyka ćwiczeń audytoryjnych, konwersatoryjnych, laboratoryjnych</w:t>
      </w:r>
      <w:r w:rsidR="009F4610" w:rsidRPr="008503C0">
        <w:rPr>
          <w:rFonts w:ascii="Times New Roman" w:hAnsi="Times New Roman"/>
        </w:rPr>
        <w:t xml:space="preserve">, </w:t>
      </w:r>
      <w:r w:rsidRPr="008503C0">
        <w:rPr>
          <w:rFonts w:ascii="Times New Roman" w:hAnsi="Times New Roman"/>
        </w:rPr>
        <w:t xml:space="preserve">zajęć praktycznych </w:t>
      </w:r>
    </w:p>
    <w:p w14:paraId="1AF85BD1" w14:textId="77777777" w:rsidR="0085747A" w:rsidRPr="008503C0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03C0" w14:paraId="20FD9092" w14:textId="77777777" w:rsidTr="00923D7D">
        <w:tc>
          <w:tcPr>
            <w:tcW w:w="9639" w:type="dxa"/>
          </w:tcPr>
          <w:p w14:paraId="44E71D78" w14:textId="77777777" w:rsidR="0085747A" w:rsidRPr="008503C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Treści merytoryczne</w:t>
            </w:r>
          </w:p>
          <w:p w14:paraId="4805C905" w14:textId="77777777" w:rsidR="000E0AAC" w:rsidRPr="008503C0" w:rsidRDefault="000E0AAC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</w:p>
        </w:tc>
      </w:tr>
    </w:tbl>
    <w:p w14:paraId="3A9FFD04" w14:textId="77777777" w:rsidR="00220731" w:rsidRPr="008503C0" w:rsidRDefault="00220731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26BA6356" w14:textId="77777777" w:rsidR="0085747A" w:rsidRPr="008503C0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8503C0">
        <w:rPr>
          <w:smallCaps w:val="0"/>
          <w:sz w:val="22"/>
        </w:rPr>
        <w:t>3.4 Metody dydaktyczne</w:t>
      </w:r>
      <w:r w:rsidRPr="008503C0">
        <w:rPr>
          <w:b w:val="0"/>
          <w:smallCaps w:val="0"/>
          <w:sz w:val="22"/>
        </w:rPr>
        <w:t xml:space="preserve"> </w:t>
      </w:r>
    </w:p>
    <w:p w14:paraId="5781AEC3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51A447C" w14:textId="570D03CB" w:rsidR="00DD2D42" w:rsidRPr="008503C0" w:rsidRDefault="004C2A02" w:rsidP="00DD2D42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Konwersatorium</w:t>
      </w:r>
      <w:r w:rsidR="00DD2D42" w:rsidRPr="008503C0">
        <w:rPr>
          <w:rFonts w:ascii="Times New Roman" w:eastAsia="Cambria" w:hAnsi="Times New Roman"/>
        </w:rPr>
        <w:t xml:space="preserve"> przy użyciu metod nauczania teoretycznego, praktycznego, aktywizującego </w:t>
      </w:r>
      <w:r w:rsidR="00AC7F18" w:rsidRPr="008503C0">
        <w:rPr>
          <w:rFonts w:ascii="Times New Roman" w:eastAsia="Cambria" w:hAnsi="Times New Roman"/>
        </w:rPr>
        <w:br/>
      </w:r>
      <w:r w:rsidR="00DD2D42" w:rsidRPr="008503C0">
        <w:rPr>
          <w:rFonts w:ascii="Times New Roman" w:eastAsia="Cambria" w:hAnsi="Times New Roman"/>
        </w:rPr>
        <w:t xml:space="preserve">oraz sprzętu multimedialnego </w:t>
      </w:r>
    </w:p>
    <w:p w14:paraId="7BC2141F" w14:textId="77777777" w:rsidR="00DD2D42" w:rsidRPr="008503C0" w:rsidRDefault="00DD2D42" w:rsidP="00DD2D42">
      <w:pPr>
        <w:spacing w:after="0" w:line="240" w:lineRule="auto"/>
        <w:jc w:val="both"/>
        <w:rPr>
          <w:rFonts w:ascii="Times New Roman" w:eastAsia="Cambria" w:hAnsi="Times New Roman"/>
        </w:rPr>
      </w:pPr>
    </w:p>
    <w:p w14:paraId="479B69F6" w14:textId="77777777" w:rsidR="00E960BB" w:rsidRPr="008503C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303CCD39" w14:textId="77777777" w:rsidR="00E960BB" w:rsidRPr="008503C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2799C8CB" w14:textId="77777777" w:rsidR="0085747A" w:rsidRPr="008503C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4. </w:t>
      </w:r>
      <w:r w:rsidR="0085747A" w:rsidRPr="008503C0">
        <w:rPr>
          <w:smallCaps w:val="0"/>
          <w:sz w:val="22"/>
        </w:rPr>
        <w:t>METODY I KRYTERIA OCENY</w:t>
      </w:r>
      <w:r w:rsidR="009F4610" w:rsidRPr="008503C0">
        <w:rPr>
          <w:smallCaps w:val="0"/>
          <w:sz w:val="22"/>
        </w:rPr>
        <w:t xml:space="preserve"> </w:t>
      </w:r>
    </w:p>
    <w:p w14:paraId="51B8D95B" w14:textId="77777777" w:rsidR="00923D7D" w:rsidRPr="008503C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3B774815" w14:textId="77777777" w:rsidR="0085747A" w:rsidRPr="008503C0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4.1 Sposoby weryfikacji efektów </w:t>
      </w:r>
      <w:r w:rsidR="00C05F44" w:rsidRPr="008503C0">
        <w:rPr>
          <w:smallCaps w:val="0"/>
          <w:sz w:val="22"/>
        </w:rPr>
        <w:t>uczenia się</w:t>
      </w:r>
    </w:p>
    <w:p w14:paraId="6A15272A" w14:textId="77777777" w:rsidR="00437507" w:rsidRPr="008503C0" w:rsidRDefault="00437507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4"/>
        <w:gridCol w:w="2114"/>
      </w:tblGrid>
      <w:tr w:rsidR="00437507" w:rsidRPr="008503C0" w14:paraId="6CFA6258" w14:textId="77777777" w:rsidTr="00A316E3">
        <w:tc>
          <w:tcPr>
            <w:tcW w:w="1872" w:type="dxa"/>
            <w:vAlign w:val="center"/>
          </w:tcPr>
          <w:p w14:paraId="488C78C8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34" w:type="dxa"/>
            <w:vAlign w:val="center"/>
          </w:tcPr>
          <w:p w14:paraId="50027A87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503C0" w:rsidRPr="008503C0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0A238023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EF77232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45E49379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(w, ćw</w:t>
            </w:r>
            <w:r w:rsidR="008503C0">
              <w:rPr>
                <w:b w:val="0"/>
                <w:smallCaps w:val="0"/>
                <w:sz w:val="22"/>
              </w:rPr>
              <w:t>.</w:t>
            </w:r>
            <w:r w:rsidRPr="008503C0">
              <w:rPr>
                <w:b w:val="0"/>
                <w:smallCaps w:val="0"/>
                <w:sz w:val="22"/>
              </w:rPr>
              <w:t>, …)</w:t>
            </w:r>
          </w:p>
        </w:tc>
      </w:tr>
      <w:tr w:rsidR="00437507" w:rsidRPr="008503C0" w14:paraId="0E39FF09" w14:textId="77777777" w:rsidTr="00A316E3">
        <w:tc>
          <w:tcPr>
            <w:tcW w:w="1872" w:type="dxa"/>
          </w:tcPr>
          <w:p w14:paraId="5C9BBE8E" w14:textId="61AFCB92" w:rsidR="00437507" w:rsidRPr="008503C0" w:rsidRDefault="00437507" w:rsidP="000C7B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</w:t>
            </w:r>
            <w:r w:rsidRPr="008503C0">
              <w:rPr>
                <w:b w:val="0"/>
                <w:smallCaps w:val="0"/>
                <w:sz w:val="22"/>
              </w:rPr>
              <w:softHyphen/>
              <w:t xml:space="preserve">_01 </w:t>
            </w:r>
            <w:r w:rsidR="00A316E3">
              <w:rPr>
                <w:b w:val="0"/>
                <w:smallCaps w:val="0"/>
                <w:sz w:val="22"/>
              </w:rPr>
              <w:t>- EK_</w:t>
            </w:r>
            <w:r w:rsidR="006B78C0">
              <w:rPr>
                <w:b w:val="0"/>
                <w:smallCaps w:val="0"/>
                <w:sz w:val="22"/>
              </w:rPr>
              <w:t>1</w:t>
            </w:r>
            <w:r w:rsidR="00A316E3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534" w:type="dxa"/>
          </w:tcPr>
          <w:p w14:paraId="5DEA3FB3" w14:textId="1F8EA612" w:rsidR="00437507" w:rsidRPr="008503C0" w:rsidRDefault="006B78C0" w:rsidP="000C7B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K</w:t>
            </w:r>
            <w:r w:rsidR="00821991" w:rsidRPr="008503C0">
              <w:rPr>
                <w:b w:val="0"/>
                <w:smallCaps w:val="0"/>
                <w:color w:val="000000"/>
                <w:sz w:val="22"/>
              </w:rPr>
              <w:t>olokwium, obserwacja i aktywność w trakcie zajęć</w:t>
            </w:r>
          </w:p>
        </w:tc>
        <w:tc>
          <w:tcPr>
            <w:tcW w:w="2114" w:type="dxa"/>
          </w:tcPr>
          <w:p w14:paraId="7E9AA85D" w14:textId="072FB8E4" w:rsidR="00437507" w:rsidRPr="008503C0" w:rsidRDefault="006B78C0" w:rsidP="000C7B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42C8A853" w14:textId="77777777" w:rsidR="00437507" w:rsidRPr="008503C0" w:rsidRDefault="00437507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26EE5943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0E32267" w14:textId="77777777" w:rsidR="0085747A" w:rsidRPr="008503C0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4.2 </w:t>
      </w:r>
      <w:r w:rsidR="0085747A" w:rsidRPr="008503C0">
        <w:rPr>
          <w:smallCaps w:val="0"/>
          <w:sz w:val="22"/>
        </w:rPr>
        <w:t>Warunki zaliczenia przedmiotu (kryteria oceniania)</w:t>
      </w:r>
      <w:r w:rsidR="00923D7D" w:rsidRPr="008503C0">
        <w:rPr>
          <w:smallCaps w:val="0"/>
          <w:sz w:val="22"/>
        </w:rPr>
        <w:t xml:space="preserve"> </w:t>
      </w:r>
    </w:p>
    <w:p w14:paraId="44AB92B3" w14:textId="77777777" w:rsidR="00923D7D" w:rsidRPr="008503C0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03C0" w14:paraId="171D0EFB" w14:textId="77777777" w:rsidTr="00923D7D">
        <w:tc>
          <w:tcPr>
            <w:tcW w:w="9670" w:type="dxa"/>
          </w:tcPr>
          <w:p w14:paraId="5D940BDB" w14:textId="2D901EC1" w:rsidR="00201C0F" w:rsidRPr="008503C0" w:rsidRDefault="000E4932" w:rsidP="00DC7CF9">
            <w:pPr>
              <w:pStyle w:val="Punktygwne"/>
              <w:spacing w:after="0" w:line="276" w:lineRule="auto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Zaliczenie </w:t>
            </w:r>
            <w:r w:rsidR="00DC7CF9" w:rsidRPr="008503C0">
              <w:rPr>
                <w:b w:val="0"/>
                <w:smallCaps w:val="0"/>
                <w:sz w:val="22"/>
              </w:rPr>
              <w:t>w formie testowo – opisowej (1 pytanie opisowe i 10 pytań jednokrotnego lub wielokrotnego wyboru)</w:t>
            </w:r>
            <w:r w:rsidR="00201C0F" w:rsidRPr="008503C0">
              <w:rPr>
                <w:b w:val="0"/>
                <w:smallCaps w:val="0"/>
                <w:sz w:val="22"/>
              </w:rPr>
              <w:t xml:space="preserve"> </w:t>
            </w:r>
          </w:p>
          <w:p w14:paraId="1BE0A0EE" w14:textId="47E51A1F" w:rsidR="000E4932" w:rsidRDefault="000E4932" w:rsidP="00DD2D42">
            <w:pPr>
              <w:pStyle w:val="Punktygwne"/>
              <w:spacing w:after="0" w:line="276" w:lineRule="auto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Lub</w:t>
            </w:r>
          </w:p>
          <w:p w14:paraId="27237A71" w14:textId="60796E7A" w:rsidR="0085747A" w:rsidRPr="008503C0" w:rsidRDefault="000E4932" w:rsidP="00DD2D42">
            <w:pPr>
              <w:pStyle w:val="Punktygwne"/>
              <w:spacing w:after="0" w:line="276" w:lineRule="auto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Przygotowanie pracy pisemnej</w:t>
            </w:r>
            <w:r w:rsidR="00DD2D42" w:rsidRPr="008503C0">
              <w:rPr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50D46310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EE93945" w14:textId="77777777" w:rsidR="009F4610" w:rsidRPr="008503C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8503C0">
        <w:rPr>
          <w:rFonts w:ascii="Times New Roman" w:hAnsi="Times New Roman"/>
          <w:b/>
        </w:rPr>
        <w:lastRenderedPageBreak/>
        <w:t xml:space="preserve">5. </w:t>
      </w:r>
      <w:r w:rsidR="008503C0">
        <w:rPr>
          <w:rFonts w:ascii="Times New Roman" w:hAnsi="Times New Roman"/>
          <w:b/>
        </w:rPr>
        <w:tab/>
      </w:r>
      <w:r w:rsidR="00C61DC5" w:rsidRPr="008503C0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544711D0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8503C0" w14:paraId="385AF9D8" w14:textId="77777777" w:rsidTr="003E1941">
        <w:tc>
          <w:tcPr>
            <w:tcW w:w="4962" w:type="dxa"/>
            <w:vAlign w:val="center"/>
          </w:tcPr>
          <w:p w14:paraId="45833B3E" w14:textId="77777777" w:rsidR="0085747A" w:rsidRPr="008503C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503C0">
              <w:rPr>
                <w:rFonts w:ascii="Times New Roman" w:hAnsi="Times New Roman"/>
                <w:b/>
              </w:rPr>
              <w:t>Forma a</w:t>
            </w:r>
            <w:r w:rsidR="0085747A" w:rsidRPr="008503C0">
              <w:rPr>
                <w:rFonts w:ascii="Times New Roman" w:hAnsi="Times New Roman"/>
                <w:b/>
              </w:rPr>
              <w:t>ktywnoś</w:t>
            </w:r>
            <w:r w:rsidRPr="008503C0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6849BD4" w14:textId="77777777" w:rsidR="0085747A" w:rsidRPr="008503C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503C0">
              <w:rPr>
                <w:rFonts w:ascii="Times New Roman" w:hAnsi="Times New Roman"/>
                <w:b/>
              </w:rPr>
              <w:t>Średnia l</w:t>
            </w:r>
            <w:r w:rsidR="0085747A" w:rsidRPr="008503C0">
              <w:rPr>
                <w:rFonts w:ascii="Times New Roman" w:hAnsi="Times New Roman"/>
                <w:b/>
              </w:rPr>
              <w:t>iczba godzin</w:t>
            </w:r>
            <w:r w:rsidR="0071620A" w:rsidRPr="008503C0">
              <w:rPr>
                <w:rFonts w:ascii="Times New Roman" w:hAnsi="Times New Roman"/>
                <w:b/>
              </w:rPr>
              <w:t xml:space="preserve"> </w:t>
            </w:r>
            <w:r w:rsidRPr="008503C0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8503C0" w14:paraId="58FA1952" w14:textId="77777777" w:rsidTr="00923D7D">
        <w:tc>
          <w:tcPr>
            <w:tcW w:w="4962" w:type="dxa"/>
          </w:tcPr>
          <w:p w14:paraId="152FA78B" w14:textId="77777777" w:rsidR="0085747A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G</w:t>
            </w:r>
            <w:r w:rsidR="0085747A" w:rsidRPr="008503C0">
              <w:rPr>
                <w:rFonts w:ascii="Times New Roman" w:hAnsi="Times New Roman"/>
              </w:rPr>
              <w:t xml:space="preserve">odziny </w:t>
            </w:r>
            <w:r w:rsidRPr="008503C0">
              <w:rPr>
                <w:rFonts w:ascii="Times New Roman" w:hAnsi="Times New Roman"/>
              </w:rPr>
              <w:t>kontaktowe</w:t>
            </w:r>
            <w:r w:rsidR="0085747A" w:rsidRPr="008503C0">
              <w:rPr>
                <w:rFonts w:ascii="Times New Roman" w:hAnsi="Times New Roman"/>
              </w:rPr>
              <w:t xml:space="preserve"> w</w:t>
            </w:r>
            <w:r w:rsidRPr="008503C0">
              <w:rPr>
                <w:rFonts w:ascii="Times New Roman" w:hAnsi="Times New Roman"/>
              </w:rPr>
              <w:t>ynikające</w:t>
            </w:r>
            <w:r w:rsidR="0085747A" w:rsidRPr="008503C0">
              <w:rPr>
                <w:rFonts w:ascii="Times New Roman" w:hAnsi="Times New Roman"/>
              </w:rPr>
              <w:t xml:space="preserve"> </w:t>
            </w:r>
            <w:r w:rsidR="008503C0">
              <w:rPr>
                <w:rFonts w:ascii="Times New Roman" w:hAnsi="Times New Roman"/>
              </w:rPr>
              <w:t>z harmonogramów studiów</w:t>
            </w:r>
          </w:p>
        </w:tc>
        <w:tc>
          <w:tcPr>
            <w:tcW w:w="4677" w:type="dxa"/>
          </w:tcPr>
          <w:p w14:paraId="603B2B54" w14:textId="226ECFED" w:rsidR="0085747A" w:rsidRPr="008503C0" w:rsidRDefault="00A516F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220731" w:rsidRPr="008503C0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8503C0" w14:paraId="73185910" w14:textId="77777777" w:rsidTr="00923D7D">
        <w:tc>
          <w:tcPr>
            <w:tcW w:w="4962" w:type="dxa"/>
          </w:tcPr>
          <w:p w14:paraId="0DAA3689" w14:textId="77777777" w:rsidR="00C61DC5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Inne z udziałem nauczyciela</w:t>
            </w:r>
          </w:p>
          <w:p w14:paraId="55FACDC8" w14:textId="77777777" w:rsidR="00C61DC5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11B54B59" w14:textId="102B87E0" w:rsidR="00C61DC5" w:rsidRPr="008503C0" w:rsidRDefault="00220731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5 godz.</w:t>
            </w:r>
          </w:p>
        </w:tc>
      </w:tr>
      <w:tr w:rsidR="00C61DC5" w:rsidRPr="008503C0" w14:paraId="527001CE" w14:textId="77777777" w:rsidTr="00923D7D">
        <w:tc>
          <w:tcPr>
            <w:tcW w:w="4962" w:type="dxa"/>
          </w:tcPr>
          <w:p w14:paraId="081DC2D0" w14:textId="77777777" w:rsidR="0071620A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Godziny niekontaktowe – praca własna studenta</w:t>
            </w:r>
          </w:p>
          <w:p w14:paraId="78C74CBF" w14:textId="77777777" w:rsidR="00C61DC5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D83B84" w14:textId="0EEBC384" w:rsidR="00C61DC5" w:rsidRPr="008503C0" w:rsidRDefault="00A516F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220731" w:rsidRPr="008503C0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8503C0" w14:paraId="472E7F03" w14:textId="77777777" w:rsidTr="00923D7D">
        <w:tc>
          <w:tcPr>
            <w:tcW w:w="4962" w:type="dxa"/>
          </w:tcPr>
          <w:p w14:paraId="2E022749" w14:textId="77777777" w:rsidR="0085747A" w:rsidRPr="008503C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23A9E121" w14:textId="40BD3C92" w:rsidR="0085747A" w:rsidRPr="008503C0" w:rsidRDefault="00EE2AAE" w:rsidP="00EE2A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="00A56EDB" w:rsidRPr="008503C0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8503C0" w14:paraId="1BAA7D2E" w14:textId="77777777" w:rsidTr="00923D7D">
        <w:tc>
          <w:tcPr>
            <w:tcW w:w="4962" w:type="dxa"/>
          </w:tcPr>
          <w:p w14:paraId="5DCB6FA1" w14:textId="77777777" w:rsidR="0085747A" w:rsidRPr="008503C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503C0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864FA6" w14:textId="69C17482" w:rsidR="0085747A" w:rsidRPr="008503C0" w:rsidRDefault="00EE2AA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14:paraId="76911A6F" w14:textId="77777777" w:rsidR="0085747A" w:rsidRPr="008503C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8503C0">
        <w:rPr>
          <w:b w:val="0"/>
          <w:i/>
          <w:smallCaps w:val="0"/>
          <w:sz w:val="22"/>
        </w:rPr>
        <w:t xml:space="preserve">* </w:t>
      </w:r>
      <w:r w:rsidR="00C61DC5" w:rsidRPr="008503C0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B01487" w14:textId="77777777" w:rsidR="003E1941" w:rsidRPr="008503C0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91050C9" w14:textId="77777777" w:rsidR="0085747A" w:rsidRPr="008503C0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6. </w:t>
      </w:r>
      <w:r w:rsidR="0085747A" w:rsidRPr="008503C0">
        <w:rPr>
          <w:smallCaps w:val="0"/>
          <w:sz w:val="22"/>
        </w:rPr>
        <w:t>PRAKTYKI ZAWODOWE W RAMACH PRZEDMIOTU</w:t>
      </w:r>
    </w:p>
    <w:p w14:paraId="01F835BF" w14:textId="77777777" w:rsidR="0085747A" w:rsidRPr="008503C0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503C0" w14:paraId="5861DC23" w14:textId="77777777" w:rsidTr="008503C0">
        <w:trPr>
          <w:trHeight w:val="397"/>
        </w:trPr>
        <w:tc>
          <w:tcPr>
            <w:tcW w:w="3544" w:type="dxa"/>
          </w:tcPr>
          <w:p w14:paraId="2A328447" w14:textId="77777777" w:rsidR="0085747A" w:rsidRPr="008503C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F0971DB" w14:textId="77777777" w:rsidR="0085747A" w:rsidRPr="008503C0" w:rsidRDefault="00220731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>-----------</w:t>
            </w:r>
          </w:p>
        </w:tc>
      </w:tr>
      <w:tr w:rsidR="0085747A" w:rsidRPr="008503C0" w14:paraId="5168F650" w14:textId="77777777" w:rsidTr="008503C0">
        <w:trPr>
          <w:trHeight w:val="397"/>
        </w:trPr>
        <w:tc>
          <w:tcPr>
            <w:tcW w:w="3544" w:type="dxa"/>
          </w:tcPr>
          <w:p w14:paraId="3D47150A" w14:textId="77777777" w:rsidR="0085747A" w:rsidRPr="008503C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FEF0CE" w14:textId="77777777" w:rsidR="0085747A" w:rsidRPr="008503C0" w:rsidRDefault="0022073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------------</w:t>
            </w:r>
          </w:p>
        </w:tc>
      </w:tr>
    </w:tbl>
    <w:p w14:paraId="42BE2F0F" w14:textId="77777777" w:rsidR="003E1941" w:rsidRPr="008503C0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15201DAE" w14:textId="77777777" w:rsidR="0085747A" w:rsidRPr="008503C0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7. </w:t>
      </w:r>
      <w:r w:rsidR="0085747A" w:rsidRPr="008503C0">
        <w:rPr>
          <w:smallCaps w:val="0"/>
          <w:sz w:val="22"/>
        </w:rPr>
        <w:t>LITERATURA</w:t>
      </w:r>
      <w:r w:rsidRPr="008503C0">
        <w:rPr>
          <w:smallCaps w:val="0"/>
          <w:sz w:val="22"/>
        </w:rPr>
        <w:t xml:space="preserve"> </w:t>
      </w:r>
    </w:p>
    <w:p w14:paraId="0C1F5DC7" w14:textId="77777777" w:rsidR="00675843" w:rsidRPr="008503C0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503C0" w14:paraId="7854672D" w14:textId="77777777" w:rsidTr="008503C0">
        <w:trPr>
          <w:trHeight w:val="397"/>
        </w:trPr>
        <w:tc>
          <w:tcPr>
            <w:tcW w:w="7513" w:type="dxa"/>
          </w:tcPr>
          <w:p w14:paraId="2A5D4C4C" w14:textId="77777777" w:rsidR="0085747A" w:rsidRPr="008503C0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03C0">
              <w:rPr>
                <w:smallCaps w:val="0"/>
                <w:sz w:val="22"/>
              </w:rPr>
              <w:t>Literatura podstawowa:</w:t>
            </w:r>
          </w:p>
          <w:p w14:paraId="5844D181" w14:textId="77777777" w:rsidR="00954EFF" w:rsidRPr="008503C0" w:rsidRDefault="00954EF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3263028" w14:textId="77777777" w:rsidR="00220731" w:rsidRPr="008503C0" w:rsidRDefault="00220731" w:rsidP="00A56EDB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7557AE4A" w14:textId="77777777" w:rsidR="00E7677E" w:rsidRPr="00E7677E" w:rsidRDefault="00220731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Ustawa z dnia </w:t>
            </w:r>
            <w:r w:rsidR="00E7677E">
              <w:rPr>
                <w:b w:val="0"/>
                <w:smallCaps w:val="0"/>
                <w:sz w:val="22"/>
              </w:rPr>
              <w:t>5 stycznia 2011 r. Kodeks wyborczy (</w:t>
            </w:r>
            <w:r w:rsidRPr="008503C0">
              <w:rPr>
                <w:b w:val="0"/>
                <w:smallCaps w:val="0"/>
                <w:sz w:val="22"/>
              </w:rPr>
              <w:t xml:space="preserve">Dz.U. </w:t>
            </w:r>
            <w:r w:rsidR="00E7677E">
              <w:rPr>
                <w:b w:val="0"/>
                <w:smallCaps w:val="0"/>
                <w:sz w:val="22"/>
              </w:rPr>
              <w:t>z 2020 r. poz. 1319 ze zm.).</w:t>
            </w:r>
          </w:p>
          <w:p w14:paraId="4B1256C2" w14:textId="5D8B2C3F" w:rsidR="00220731" w:rsidRPr="008503C0" w:rsidRDefault="00E7677E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sz w:val="22"/>
              </w:rPr>
              <w:t>Ustawa z dnia 14 marca 2003 r. o referendum ogólnokrajowym (</w:t>
            </w:r>
            <w:proofErr w:type="spellStart"/>
            <w:r>
              <w:rPr>
                <w:b w:val="0"/>
                <w:smallCaps w:val="0"/>
                <w:sz w:val="22"/>
              </w:rPr>
              <w:t>t.j</w:t>
            </w:r>
            <w:proofErr w:type="spellEnd"/>
            <w:r>
              <w:rPr>
                <w:b w:val="0"/>
                <w:smallCaps w:val="0"/>
                <w:sz w:val="22"/>
              </w:rPr>
              <w:t>. Dz. U. z 2020 r. poz. 851</w:t>
            </w:r>
            <w:r w:rsidR="00220731" w:rsidRPr="008503C0">
              <w:rPr>
                <w:b w:val="0"/>
                <w:smallCaps w:val="0"/>
                <w:sz w:val="22"/>
              </w:rPr>
              <w:t>).</w:t>
            </w:r>
          </w:p>
          <w:p w14:paraId="554DED78" w14:textId="77777777" w:rsidR="00954EFF" w:rsidRPr="008503C0" w:rsidRDefault="00954EFF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8503C0">
              <w:rPr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8503C0">
              <w:rPr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66B2E6FD" w14:textId="77777777" w:rsidR="00954EFF" w:rsidRPr="008503C0" w:rsidRDefault="00954EFF" w:rsidP="00EE2AA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8503C0" w14:paraId="26B3CA89" w14:textId="77777777" w:rsidTr="008503C0">
        <w:trPr>
          <w:trHeight w:val="397"/>
        </w:trPr>
        <w:tc>
          <w:tcPr>
            <w:tcW w:w="7513" w:type="dxa"/>
          </w:tcPr>
          <w:p w14:paraId="49BFE7FB" w14:textId="7B9C8E43" w:rsidR="00220731" w:rsidRPr="009F7E49" w:rsidRDefault="0085747A" w:rsidP="009F7E49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03C0">
              <w:rPr>
                <w:smallCaps w:val="0"/>
                <w:sz w:val="22"/>
              </w:rPr>
              <w:t xml:space="preserve">Literatura uzupełniająca: </w:t>
            </w:r>
          </w:p>
          <w:p w14:paraId="6A22EC47" w14:textId="1F3E70DB" w:rsidR="00220731" w:rsidRPr="009F7E49" w:rsidRDefault="00954EFF" w:rsidP="009F7E4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503C0">
              <w:rPr>
                <w:rFonts w:ascii="Times New Roman" w:eastAsia="Times New Roman" w:hAnsi="Times New Roman"/>
                <w:bCs/>
                <w:lang w:eastAsia="pl-PL"/>
              </w:rPr>
              <w:t>Griffith-</w:t>
            </w:r>
            <w:proofErr w:type="spellStart"/>
            <w:r w:rsidRPr="008503C0">
              <w:rPr>
                <w:rFonts w:ascii="Times New Roman" w:eastAsia="Times New Roman" w:hAnsi="Times New Roman"/>
                <w:bCs/>
                <w:lang w:eastAsia="pl-PL"/>
              </w:rPr>
              <w:t>Traversy</w:t>
            </w:r>
            <w:proofErr w:type="spellEnd"/>
            <w:r w:rsidRPr="008503C0">
              <w:rPr>
                <w:rFonts w:ascii="Times New Roman" w:eastAsia="Times New Roman" w:hAnsi="Times New Roman"/>
                <w:bCs/>
                <w:i/>
                <w:lang w:eastAsia="pl-PL"/>
              </w:rPr>
              <w:t xml:space="preserve"> </w:t>
            </w:r>
            <w:r w:rsidRPr="008503C0">
              <w:rPr>
                <w:rFonts w:ascii="Times New Roman" w:eastAsia="Times New Roman" w:hAnsi="Times New Roman"/>
                <w:bCs/>
                <w:lang w:eastAsia="pl-PL"/>
              </w:rPr>
              <w:t xml:space="preserve">M. A. (red.), </w:t>
            </w:r>
            <w:r w:rsidR="00220731" w:rsidRPr="008503C0">
              <w:rPr>
                <w:rFonts w:ascii="Times New Roman" w:eastAsia="Times New Roman" w:hAnsi="Times New Roman"/>
                <w:bCs/>
                <w:i/>
                <w:lang w:eastAsia="pl-PL"/>
              </w:rPr>
              <w:t>Demokracja, parlament i systemy wyborcze</w:t>
            </w:r>
            <w:r w:rsidRPr="008503C0">
              <w:rPr>
                <w:rFonts w:ascii="Times New Roman" w:eastAsia="Times New Roman" w:hAnsi="Times New Roman"/>
                <w:bCs/>
                <w:lang w:eastAsia="pl-PL"/>
              </w:rPr>
              <w:t>,</w:t>
            </w:r>
            <w:r w:rsidR="00220731" w:rsidRPr="008503C0">
              <w:rPr>
                <w:rFonts w:ascii="Times New Roman" w:eastAsia="Times New Roman" w:hAnsi="Times New Roman"/>
                <w:bCs/>
                <w:lang w:eastAsia="pl-PL"/>
              </w:rPr>
              <w:t xml:space="preserve"> Warszawa 2007.</w:t>
            </w:r>
          </w:p>
          <w:p w14:paraId="58CF6072" w14:textId="704A2690" w:rsidR="00954EFF" w:rsidRPr="008503C0" w:rsidRDefault="009F7E49" w:rsidP="008503C0">
            <w:pPr>
              <w:pStyle w:val="Punktygwne"/>
              <w:spacing w:before="0" w:after="0" w:line="276" w:lineRule="auto"/>
              <w:ind w:left="604" w:hanging="284"/>
              <w:jc w:val="both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2</w:t>
            </w:r>
            <w:r w:rsidR="00954EFF" w:rsidRPr="008503C0">
              <w:rPr>
                <w:b w:val="0"/>
                <w:smallCaps w:val="0"/>
                <w:color w:val="000000"/>
                <w:sz w:val="22"/>
              </w:rPr>
              <w:t>.  Sokół W., Żmigrodzki</w:t>
            </w:r>
            <w:r w:rsidR="00954EFF" w:rsidRPr="008503C0">
              <w:rPr>
                <w:b w:val="0"/>
                <w:i/>
                <w:smallCaps w:val="0"/>
                <w:color w:val="000000"/>
                <w:sz w:val="22"/>
              </w:rPr>
              <w:t xml:space="preserve"> </w:t>
            </w:r>
            <w:r w:rsidR="00954EFF" w:rsidRPr="008503C0">
              <w:rPr>
                <w:b w:val="0"/>
                <w:smallCaps w:val="0"/>
                <w:color w:val="000000"/>
                <w:sz w:val="22"/>
              </w:rPr>
              <w:t xml:space="preserve">M. (red.), </w:t>
            </w:r>
            <w:r w:rsidR="00954EFF" w:rsidRPr="008503C0">
              <w:rPr>
                <w:b w:val="0"/>
                <w:i/>
                <w:smallCaps w:val="0"/>
                <w:color w:val="000000"/>
                <w:sz w:val="22"/>
              </w:rPr>
              <w:t>Współczesne partie i systemy partyjne.    Zagadnienia teorii i praktyki politycznej</w:t>
            </w:r>
            <w:r w:rsidR="00954EFF" w:rsidRPr="008503C0">
              <w:rPr>
                <w:b w:val="0"/>
                <w:smallCaps w:val="0"/>
                <w:color w:val="000000"/>
                <w:sz w:val="22"/>
              </w:rPr>
              <w:t>, Lublin 2005.</w:t>
            </w:r>
          </w:p>
        </w:tc>
      </w:tr>
    </w:tbl>
    <w:p w14:paraId="5A6DAA6E" w14:textId="77777777" w:rsidR="0085747A" w:rsidRPr="008503C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3C3034CC" w14:textId="77777777" w:rsidR="0085747A" w:rsidRPr="008503C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0665319" w14:textId="77777777" w:rsidR="0085747A" w:rsidRPr="008503C0" w:rsidRDefault="0085747A" w:rsidP="00F83B28">
      <w:pPr>
        <w:pStyle w:val="Punktygwne"/>
        <w:spacing w:before="0" w:after="0"/>
        <w:ind w:left="360"/>
        <w:rPr>
          <w:sz w:val="22"/>
        </w:rPr>
      </w:pPr>
      <w:r w:rsidRPr="008503C0">
        <w:rPr>
          <w:smallCaps w:val="0"/>
          <w:sz w:val="22"/>
        </w:rPr>
        <w:t>Akceptacja Kierownika Jednostki lub osoby upoważnionej</w:t>
      </w:r>
    </w:p>
    <w:sectPr w:rsidR="0085747A" w:rsidRPr="008503C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DDC0F" w14:textId="77777777" w:rsidR="00C937E7" w:rsidRDefault="00C937E7" w:rsidP="00C16ABF">
      <w:pPr>
        <w:spacing w:after="0" w:line="240" w:lineRule="auto"/>
      </w:pPr>
      <w:r>
        <w:separator/>
      </w:r>
    </w:p>
  </w:endnote>
  <w:endnote w:type="continuationSeparator" w:id="0">
    <w:p w14:paraId="7E36742D" w14:textId="77777777" w:rsidR="00C937E7" w:rsidRDefault="00C937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23CC6" w14:textId="77777777" w:rsidR="00C937E7" w:rsidRDefault="00C937E7" w:rsidP="00C16ABF">
      <w:pPr>
        <w:spacing w:after="0" w:line="240" w:lineRule="auto"/>
      </w:pPr>
      <w:r>
        <w:separator/>
      </w:r>
    </w:p>
  </w:footnote>
  <w:footnote w:type="continuationSeparator" w:id="0">
    <w:p w14:paraId="0FE51A49" w14:textId="77777777" w:rsidR="00C937E7" w:rsidRDefault="00C937E7" w:rsidP="00C16ABF">
      <w:pPr>
        <w:spacing w:after="0" w:line="240" w:lineRule="auto"/>
      </w:pPr>
      <w:r>
        <w:continuationSeparator/>
      </w:r>
    </w:p>
  </w:footnote>
  <w:footnote w:id="1">
    <w:p w14:paraId="04031E96" w14:textId="77777777" w:rsidR="00A316E3" w:rsidRDefault="00A316E3" w:rsidP="00A316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DF8"/>
    <w:multiLevelType w:val="hybridMultilevel"/>
    <w:tmpl w:val="C3EA6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E12C5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13750"/>
    <w:multiLevelType w:val="hybridMultilevel"/>
    <w:tmpl w:val="0E32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E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1B5"/>
    <w:rsid w:val="000B192D"/>
    <w:rsid w:val="000B28EE"/>
    <w:rsid w:val="000B3E37"/>
    <w:rsid w:val="000D04B0"/>
    <w:rsid w:val="000E0AAC"/>
    <w:rsid w:val="000E4932"/>
    <w:rsid w:val="000F1C57"/>
    <w:rsid w:val="000F5615"/>
    <w:rsid w:val="00124BFF"/>
    <w:rsid w:val="0012560E"/>
    <w:rsid w:val="00125E6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C0F"/>
    <w:rsid w:val="002144C0"/>
    <w:rsid w:val="00220731"/>
    <w:rsid w:val="0022477D"/>
    <w:rsid w:val="002278A9"/>
    <w:rsid w:val="002336F9"/>
    <w:rsid w:val="00233BCD"/>
    <w:rsid w:val="0024028F"/>
    <w:rsid w:val="00244ABC"/>
    <w:rsid w:val="00281FF2"/>
    <w:rsid w:val="002857DE"/>
    <w:rsid w:val="00291567"/>
    <w:rsid w:val="002948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692"/>
    <w:rsid w:val="003343CF"/>
    <w:rsid w:val="00337722"/>
    <w:rsid w:val="003424FC"/>
    <w:rsid w:val="00346FE9"/>
    <w:rsid w:val="0034759A"/>
    <w:rsid w:val="003503F6"/>
    <w:rsid w:val="003530DD"/>
    <w:rsid w:val="00363F78"/>
    <w:rsid w:val="003763AD"/>
    <w:rsid w:val="003A0A5B"/>
    <w:rsid w:val="003A1176"/>
    <w:rsid w:val="003C0BAE"/>
    <w:rsid w:val="003C103E"/>
    <w:rsid w:val="003D18A9"/>
    <w:rsid w:val="003D6CE2"/>
    <w:rsid w:val="003E1941"/>
    <w:rsid w:val="003E2FE6"/>
    <w:rsid w:val="003E49D5"/>
    <w:rsid w:val="003F38C0"/>
    <w:rsid w:val="003F530F"/>
    <w:rsid w:val="003F73CC"/>
    <w:rsid w:val="00400A2F"/>
    <w:rsid w:val="00414E3C"/>
    <w:rsid w:val="0042244A"/>
    <w:rsid w:val="0042745A"/>
    <w:rsid w:val="00431D5C"/>
    <w:rsid w:val="004362C6"/>
    <w:rsid w:val="0043750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A02"/>
    <w:rsid w:val="004D5282"/>
    <w:rsid w:val="004F1551"/>
    <w:rsid w:val="004F55A3"/>
    <w:rsid w:val="004F5A9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D20"/>
    <w:rsid w:val="005C080F"/>
    <w:rsid w:val="005C55E5"/>
    <w:rsid w:val="005C696A"/>
    <w:rsid w:val="005E6E85"/>
    <w:rsid w:val="005F31D2"/>
    <w:rsid w:val="006008CC"/>
    <w:rsid w:val="0061029B"/>
    <w:rsid w:val="0061702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2F"/>
    <w:rsid w:val="00696477"/>
    <w:rsid w:val="006B2DCB"/>
    <w:rsid w:val="006B78C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4B"/>
    <w:rsid w:val="00742EBA"/>
    <w:rsid w:val="00745302"/>
    <w:rsid w:val="007461D6"/>
    <w:rsid w:val="00746EC8"/>
    <w:rsid w:val="00763BF1"/>
    <w:rsid w:val="00766FD4"/>
    <w:rsid w:val="007715DA"/>
    <w:rsid w:val="0078168C"/>
    <w:rsid w:val="0078198E"/>
    <w:rsid w:val="00787C2A"/>
    <w:rsid w:val="00790E27"/>
    <w:rsid w:val="007A4022"/>
    <w:rsid w:val="007A6E6E"/>
    <w:rsid w:val="007C1D52"/>
    <w:rsid w:val="007C3299"/>
    <w:rsid w:val="007C3BCC"/>
    <w:rsid w:val="007C4546"/>
    <w:rsid w:val="007D6E56"/>
    <w:rsid w:val="007F4155"/>
    <w:rsid w:val="0081554D"/>
    <w:rsid w:val="0081707E"/>
    <w:rsid w:val="00821991"/>
    <w:rsid w:val="008449B3"/>
    <w:rsid w:val="008503C0"/>
    <w:rsid w:val="0085747A"/>
    <w:rsid w:val="0087404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BBE"/>
    <w:rsid w:val="00911D49"/>
    <w:rsid w:val="00916188"/>
    <w:rsid w:val="00923D7D"/>
    <w:rsid w:val="009508DF"/>
    <w:rsid w:val="00950DAC"/>
    <w:rsid w:val="00954A07"/>
    <w:rsid w:val="00954EFF"/>
    <w:rsid w:val="00997F14"/>
    <w:rsid w:val="009A78D9"/>
    <w:rsid w:val="009B090B"/>
    <w:rsid w:val="009C3E31"/>
    <w:rsid w:val="009C54AE"/>
    <w:rsid w:val="009C788E"/>
    <w:rsid w:val="009E3B41"/>
    <w:rsid w:val="009F3C5C"/>
    <w:rsid w:val="009F4610"/>
    <w:rsid w:val="009F7E49"/>
    <w:rsid w:val="00A00ECC"/>
    <w:rsid w:val="00A155EE"/>
    <w:rsid w:val="00A2245B"/>
    <w:rsid w:val="00A30110"/>
    <w:rsid w:val="00A316E3"/>
    <w:rsid w:val="00A36899"/>
    <w:rsid w:val="00A371F6"/>
    <w:rsid w:val="00A43BF6"/>
    <w:rsid w:val="00A516FE"/>
    <w:rsid w:val="00A53FA5"/>
    <w:rsid w:val="00A54817"/>
    <w:rsid w:val="00A56EDB"/>
    <w:rsid w:val="00A601C8"/>
    <w:rsid w:val="00A60799"/>
    <w:rsid w:val="00A7702C"/>
    <w:rsid w:val="00A84C85"/>
    <w:rsid w:val="00A94D6D"/>
    <w:rsid w:val="00A955F9"/>
    <w:rsid w:val="00A97DE1"/>
    <w:rsid w:val="00AB053C"/>
    <w:rsid w:val="00AC7F1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F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7E7"/>
    <w:rsid w:val="00C94B98"/>
    <w:rsid w:val="00CA2B96"/>
    <w:rsid w:val="00CA5089"/>
    <w:rsid w:val="00CD0574"/>
    <w:rsid w:val="00CD6897"/>
    <w:rsid w:val="00CE5BAC"/>
    <w:rsid w:val="00CF25BE"/>
    <w:rsid w:val="00CF78ED"/>
    <w:rsid w:val="00D004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CF9"/>
    <w:rsid w:val="00DD2D42"/>
    <w:rsid w:val="00DE09C0"/>
    <w:rsid w:val="00DE4A14"/>
    <w:rsid w:val="00DF320D"/>
    <w:rsid w:val="00DF71C8"/>
    <w:rsid w:val="00E129B8"/>
    <w:rsid w:val="00E13701"/>
    <w:rsid w:val="00E21E7D"/>
    <w:rsid w:val="00E22FBC"/>
    <w:rsid w:val="00E24BF5"/>
    <w:rsid w:val="00E25338"/>
    <w:rsid w:val="00E37EC8"/>
    <w:rsid w:val="00E51E44"/>
    <w:rsid w:val="00E63348"/>
    <w:rsid w:val="00E7677E"/>
    <w:rsid w:val="00E77E88"/>
    <w:rsid w:val="00E8107D"/>
    <w:rsid w:val="00E960BB"/>
    <w:rsid w:val="00EA2074"/>
    <w:rsid w:val="00EA4832"/>
    <w:rsid w:val="00EA4E9D"/>
    <w:rsid w:val="00EB161A"/>
    <w:rsid w:val="00EC4899"/>
    <w:rsid w:val="00ED03AB"/>
    <w:rsid w:val="00ED32D2"/>
    <w:rsid w:val="00EE2AAE"/>
    <w:rsid w:val="00EE32DE"/>
    <w:rsid w:val="00EE5457"/>
    <w:rsid w:val="00EE7EB2"/>
    <w:rsid w:val="00EF5A34"/>
    <w:rsid w:val="00F070AB"/>
    <w:rsid w:val="00F1294D"/>
    <w:rsid w:val="00F17567"/>
    <w:rsid w:val="00F27A7B"/>
    <w:rsid w:val="00F526AF"/>
    <w:rsid w:val="00F617C3"/>
    <w:rsid w:val="00F674B9"/>
    <w:rsid w:val="00F7066B"/>
    <w:rsid w:val="00F83B28"/>
    <w:rsid w:val="00FA46E5"/>
    <w:rsid w:val="00FB7DBA"/>
    <w:rsid w:val="00FC1C25"/>
    <w:rsid w:val="00FC3F45"/>
    <w:rsid w:val="00FD503F"/>
    <w:rsid w:val="00FD7589"/>
    <w:rsid w:val="00FE295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11B"/>
  <w15:docId w15:val="{85B2682C-58F2-44D1-A6BE-2F92ABC0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54E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6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6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6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4AC55-2EA3-4234-BDA7-D44C9B69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7</cp:revision>
  <cp:lastPrinted>2019-11-23T18:46:00Z</cp:lastPrinted>
  <dcterms:created xsi:type="dcterms:W3CDTF">2021-11-25T10:29:00Z</dcterms:created>
  <dcterms:modified xsi:type="dcterms:W3CDTF">2022-11-29T13:15:00Z</dcterms:modified>
</cp:coreProperties>
</file>